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304C5" w14:textId="331F9F43"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829760" behindDoc="0" locked="0" layoutInCell="1" allowOverlap="1" wp14:anchorId="7904362A" wp14:editId="319EEB09">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1E4EB3" id="Rechte verbindingslijn 15" o:spid="_x0000_s1026" style="position:absolute;z-index:251829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B8591D">
        <w:rPr>
          <w:rFonts w:ascii="Arial" w:hAnsi="Arial" w:cs="Arial"/>
          <w:b/>
          <w:sz w:val="28"/>
          <w:szCs w:val="28"/>
        </w:rPr>
        <w:t>L</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57B2A">
        <w:rPr>
          <w:rFonts w:ascii="Arial" w:hAnsi="Arial" w:cs="Arial"/>
          <w:b/>
          <w:noProof/>
          <w:sz w:val="28"/>
          <w:szCs w:val="28"/>
        </w:rPr>
        <w:t>«HC»</w:t>
      </w:r>
      <w:r w:rsidR="000A7A50">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C57B2A">
        <w:rPr>
          <w:rFonts w:ascii="Arial" w:hAnsi="Arial" w:cs="Arial"/>
          <w:b/>
          <w:noProof/>
          <w:sz w:val="28"/>
          <w:szCs w:val="28"/>
        </w:rPr>
        <w:t>«startnr»</w:t>
      </w:r>
      <w:r w:rsidR="00DF6D80">
        <w:rPr>
          <w:rFonts w:ascii="Arial" w:hAnsi="Arial" w:cs="Arial"/>
          <w:b/>
          <w:sz w:val="28"/>
          <w:szCs w:val="28"/>
        </w:rPr>
        <w:fldChar w:fldCharType="end"/>
      </w:r>
    </w:p>
    <w:p w14:paraId="151ACEEA"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3B2A5DE6"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0809637"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0F8018" w14:textId="2B6B3A5E"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57B2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DB1D078"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9974476"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36488AD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3612448"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0B9D54B" w14:textId="6EF5783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57B2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43870BF" w14:textId="67F95D1B"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57B2A">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44A0256" w14:textId="42829E98"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57B2A">
              <w:rPr>
                <w:rFonts w:ascii="Arial" w:hAnsi="Arial" w:cs="Arial"/>
                <w:b/>
                <w:bCs/>
                <w:noProof/>
                <w:sz w:val="20"/>
                <w:szCs w:val="20"/>
              </w:rPr>
              <w:t>«nr_voltigeur»</w:t>
            </w:r>
            <w:r>
              <w:rPr>
                <w:rFonts w:ascii="Arial" w:hAnsi="Arial" w:cs="Arial"/>
                <w:b/>
                <w:bCs/>
                <w:sz w:val="20"/>
                <w:szCs w:val="20"/>
              </w:rPr>
              <w:fldChar w:fldCharType="end"/>
            </w:r>
          </w:p>
        </w:tc>
      </w:tr>
      <w:tr w:rsidR="00935D27" w14:paraId="44A09EB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8041029"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EECC07F" w14:textId="0F4C6BC9"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57B2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A1AC8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4651342"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DD3BAF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0F6E212"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A4BC0D3" w14:textId="1A460D2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57B2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15B4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B86CF8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4E7CAC9"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EB78E0A"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D0CAFC" w14:textId="5FF0EDC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57B2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F07E59D"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D00772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5E6DE3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3CF0C7A"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B5B3C97"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6302FD8" w14:textId="74ED74F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57B2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1A833C8" w14:textId="12D3368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57B2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D74FF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B241F3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721EECE7" w14:textId="77777777" w:rsidR="00AE638C" w:rsidRDefault="00AE638C" w:rsidP="00AD46D6">
      <w:pPr>
        <w:jc w:val="right"/>
        <w:rPr>
          <w:rFonts w:ascii="Arial" w:hAnsi="Arial" w:cs="Arial"/>
          <w:b/>
          <w:sz w:val="20"/>
          <w:szCs w:val="20"/>
        </w:rPr>
      </w:pPr>
    </w:p>
    <w:p w14:paraId="23A694BA" w14:textId="77777777" w:rsidR="00124146"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124146" w:rsidRPr="0037294D" w14:paraId="7A5D06A6" w14:textId="77777777" w:rsidTr="009977EE">
        <w:tc>
          <w:tcPr>
            <w:tcW w:w="629" w:type="dxa"/>
            <w:tcBorders>
              <w:top w:val="nil"/>
              <w:left w:val="nil"/>
              <w:right w:val="nil"/>
            </w:tcBorders>
            <w:shd w:val="clear" w:color="auto" w:fill="auto"/>
            <w:vAlign w:val="center"/>
          </w:tcPr>
          <w:p w14:paraId="48A459D1" w14:textId="77777777" w:rsidR="00124146" w:rsidRPr="0037294D" w:rsidRDefault="00124146"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6416943F" w14:textId="77777777" w:rsidR="00124146" w:rsidRPr="0037294D" w:rsidRDefault="00124146"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1420F40" w14:textId="77777777" w:rsidR="00124146" w:rsidRPr="0037294D" w:rsidRDefault="00124146"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E4FE656" w14:textId="77777777" w:rsidR="00124146" w:rsidRPr="0037294D" w:rsidRDefault="00124146"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A445427" w14:textId="77777777" w:rsidR="00124146" w:rsidRPr="0037294D" w:rsidRDefault="00124146" w:rsidP="009977EE">
            <w:pPr>
              <w:pStyle w:val="HBVKop2"/>
              <w:spacing w:line="240" w:lineRule="exact"/>
              <w:jc w:val="center"/>
              <w:rPr>
                <w:rFonts w:ascii="Helvetica" w:hAnsi="Helvetica" w:cs="Helvetica"/>
                <w:b w:val="0"/>
                <w:sz w:val="16"/>
                <w:szCs w:val="18"/>
              </w:rPr>
            </w:pPr>
          </w:p>
        </w:tc>
      </w:tr>
      <w:tr w:rsidR="00124146" w:rsidRPr="0037294D" w14:paraId="1E3DABEE" w14:textId="77777777" w:rsidTr="009977EE">
        <w:trPr>
          <w:cantSplit/>
          <w:trHeight w:val="1134"/>
        </w:trPr>
        <w:tc>
          <w:tcPr>
            <w:tcW w:w="629" w:type="dxa"/>
            <w:shd w:val="clear" w:color="auto" w:fill="auto"/>
            <w:textDirection w:val="btLr"/>
            <w:vAlign w:val="center"/>
          </w:tcPr>
          <w:p w14:paraId="5DD50E22" w14:textId="77777777" w:rsidR="00124146" w:rsidRPr="00720510" w:rsidRDefault="00124146"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518C03B2"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0376993C"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77E156E7"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ACFE065"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33E03B90"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124146" w:rsidRPr="00720510" w14:paraId="2126ED5F"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9D7FB"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5DBF9BC3"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AC7710B"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7048675E"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4B28014"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6EE84DB7"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60FA4623"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C6192D7"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64B320C" w14:textId="77777777" w:rsidR="00124146" w:rsidRPr="00720510" w:rsidRDefault="00124146"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4DCBDE96"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124146" w:rsidRPr="00720510" w14:paraId="3129AFD4"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D6D16EC"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D154B88"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4FF5430"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524D5641"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BF2EAE1"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274B15AF" w14:textId="77777777" w:rsidR="00124146" w:rsidRPr="00720510" w:rsidRDefault="00124146"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068BA0DC"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5A6D9EF"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5D0380A3"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6A6ACCBF"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32EFA60C" w14:textId="77777777" w:rsidTr="009977EE">
        <w:trPr>
          <w:cantSplit/>
          <w:trHeight w:val="1134"/>
        </w:trPr>
        <w:tc>
          <w:tcPr>
            <w:tcW w:w="629" w:type="dxa"/>
            <w:vMerge w:val="restart"/>
            <w:shd w:val="clear" w:color="auto" w:fill="auto"/>
            <w:textDirection w:val="btLr"/>
            <w:vAlign w:val="center"/>
          </w:tcPr>
          <w:p w14:paraId="3EF99C8F" w14:textId="77777777" w:rsidR="00124146" w:rsidRPr="00720510" w:rsidRDefault="00124146"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08F7DE4A" w14:textId="77777777" w:rsidR="00124146" w:rsidRPr="00720510" w:rsidRDefault="00124146" w:rsidP="00124146">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2817632C" w14:textId="77777777" w:rsidR="00124146" w:rsidRPr="00720510" w:rsidRDefault="00124146" w:rsidP="00124146">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1CA4BAD1" w14:textId="77777777" w:rsidR="00124146" w:rsidRPr="005A0562" w:rsidRDefault="00124146" w:rsidP="00124146">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E119A6" w14:paraId="344FBD5D" w14:textId="77777777" w:rsidTr="00480DCC">
              <w:tc>
                <w:tcPr>
                  <w:tcW w:w="3048" w:type="dxa"/>
                </w:tcPr>
                <w:p w14:paraId="77274550"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389B0307"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DCFEBDA"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C97C88A"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5F50E68"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25366F12"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E119A6" w14:paraId="7132C02B" w14:textId="77777777" w:rsidTr="00480DCC">
              <w:tc>
                <w:tcPr>
                  <w:tcW w:w="3048" w:type="dxa"/>
                </w:tcPr>
                <w:p w14:paraId="7220589F"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p>
                <w:p w14:paraId="5DF4C2AC"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11DD2484"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BCEA23C" w14:textId="77777777" w:rsidR="00E119A6" w:rsidRDefault="00E119A6" w:rsidP="00E119A6">
                  <w:pPr>
                    <w:pStyle w:val="HBVKop2"/>
                    <w:suppressAutoHyphens w:val="0"/>
                    <w:autoSpaceDN/>
                    <w:spacing w:line="240" w:lineRule="exact"/>
                    <w:textAlignment w:val="auto"/>
                    <w:rPr>
                      <w:rFonts w:ascii="Helvetica" w:hAnsi="Helvetica" w:cs="Helvetica"/>
                      <w:b w:val="0"/>
                      <w:color w:val="000000"/>
                      <w:sz w:val="16"/>
                      <w:szCs w:val="16"/>
                    </w:rPr>
                  </w:pPr>
                </w:p>
              </w:tc>
            </w:tr>
          </w:tbl>
          <w:p w14:paraId="244461DB" w14:textId="77777777" w:rsidR="005A0562" w:rsidRPr="00720510" w:rsidRDefault="005A0562" w:rsidP="005A0562">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E6AE459"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5C729B7"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1497FCDE"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25CC8AA5"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0B2C2BA8" w14:textId="77777777" w:rsidTr="009977EE">
        <w:trPr>
          <w:cantSplit/>
          <w:trHeight w:val="362"/>
        </w:trPr>
        <w:tc>
          <w:tcPr>
            <w:tcW w:w="629" w:type="dxa"/>
            <w:vMerge/>
            <w:shd w:val="clear" w:color="auto" w:fill="auto"/>
            <w:textDirection w:val="btLr"/>
            <w:vAlign w:val="center"/>
          </w:tcPr>
          <w:p w14:paraId="2EC1E67D" w14:textId="77777777" w:rsidR="00124146" w:rsidRPr="00720510" w:rsidRDefault="00124146"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5FB411DD"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1A1E3DEE"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53A837E"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0D33CD0"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2D0A857"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9D6F4F6"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26806121"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261AE7B6"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7137F7D9"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0D632600" w14:textId="77777777" w:rsidTr="009977EE">
        <w:trPr>
          <w:cantSplit/>
          <w:trHeight w:val="1134"/>
        </w:trPr>
        <w:tc>
          <w:tcPr>
            <w:tcW w:w="629" w:type="dxa"/>
            <w:vMerge w:val="restart"/>
            <w:shd w:val="clear" w:color="auto" w:fill="auto"/>
            <w:textDirection w:val="btLr"/>
            <w:vAlign w:val="center"/>
          </w:tcPr>
          <w:p w14:paraId="38938E32" w14:textId="77777777" w:rsidR="00124146" w:rsidRPr="00720510" w:rsidRDefault="00124146"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0FC2D68E" w14:textId="77777777" w:rsidR="00124146" w:rsidRPr="00720510" w:rsidRDefault="00124146" w:rsidP="00124146">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0ADB684" w14:textId="77777777" w:rsidR="00124146" w:rsidRPr="00720510" w:rsidRDefault="00124146" w:rsidP="00124146">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33FB0E1"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1D719A28"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A33B205"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1C413A38"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2517E407" w14:textId="77777777" w:rsidTr="009977EE">
        <w:trPr>
          <w:cantSplit/>
          <w:trHeight w:val="307"/>
        </w:trPr>
        <w:tc>
          <w:tcPr>
            <w:tcW w:w="629" w:type="dxa"/>
            <w:vMerge/>
            <w:shd w:val="clear" w:color="auto" w:fill="auto"/>
            <w:textDirection w:val="btLr"/>
            <w:vAlign w:val="center"/>
          </w:tcPr>
          <w:p w14:paraId="2FB5958F" w14:textId="77777777" w:rsidR="00124146" w:rsidRPr="00720510" w:rsidRDefault="00124146"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64375455"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39AB225C"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75520952"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73C9030"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97475F4"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23DDD66D"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1077E3B3"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6267042C" w14:textId="77777777" w:rsidR="00124146" w:rsidRPr="00720510" w:rsidRDefault="00124146" w:rsidP="009977EE">
            <w:pPr>
              <w:pStyle w:val="HBVKop2"/>
              <w:spacing w:line="240" w:lineRule="exact"/>
              <w:jc w:val="center"/>
              <w:rPr>
                <w:rFonts w:ascii="Helvetica" w:hAnsi="Helvetica" w:cs="Helvetica"/>
                <w:b w:val="0"/>
                <w:sz w:val="16"/>
                <w:szCs w:val="16"/>
              </w:rPr>
            </w:pPr>
          </w:p>
        </w:tc>
      </w:tr>
    </w:tbl>
    <w:p w14:paraId="49C4D0FD" w14:textId="06025C96"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3E5F57F3"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E924EBB"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DE32716" w14:textId="77777777" w:rsidR="00AD46D6" w:rsidRDefault="00AD46D6" w:rsidP="00C51D22">
            <w:pPr>
              <w:jc w:val="right"/>
              <w:rPr>
                <w:rFonts w:ascii="Arial" w:hAnsi="Arial" w:cs="Arial"/>
                <w:b/>
                <w:bCs/>
                <w:sz w:val="20"/>
                <w:szCs w:val="20"/>
              </w:rPr>
            </w:pPr>
          </w:p>
        </w:tc>
      </w:tr>
    </w:tbl>
    <w:p w14:paraId="6ABDE0EA"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363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675D2BDD" id="_x0000_t32" coordsize="21600,21600" o:spt="32" o:oned="t" path="m,l21600,21600e" filled="f">
                <v:path arrowok="t" fillok="f" o:connecttype="none"/>
                <o:lock v:ext="edit" shapetype="t"/>
              </v:shapetype>
              <v:shape id="Line 33" o:spid="_x0000_s1026" type="#_x0000_t32" style="position:absolute;margin-left:-33.25pt;margin-top:7pt;width:557.95pt;height:0;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116A5078" w14:textId="77777777" w:rsidR="00AD46D6" w:rsidRDefault="00AD46D6" w:rsidP="00866CF4">
      <w:pPr>
        <w:tabs>
          <w:tab w:val="left" w:pos="4820"/>
        </w:tabs>
        <w:rPr>
          <w:rFonts w:ascii="Arial" w:hAnsi="Arial" w:cs="Arial"/>
          <w:b/>
          <w:bCs/>
          <w:sz w:val="20"/>
          <w:szCs w:val="20"/>
        </w:rPr>
      </w:pPr>
    </w:p>
    <w:p w14:paraId="13AA8242" w14:textId="29BCF650" w:rsidR="00AD46D6" w:rsidRDefault="00AD46D6" w:rsidP="00866CF4">
      <w:pPr>
        <w:tabs>
          <w:tab w:val="left" w:pos="4820"/>
        </w:tabs>
        <w:rPr>
          <w:rFonts w:ascii="Arial" w:hAnsi="Arial" w:cs="Arial"/>
          <w:b/>
          <w:bCs/>
          <w:sz w:val="20"/>
          <w:szCs w:val="20"/>
        </w:rPr>
        <w:sectPr w:rsidR="00AD46D6"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851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807362E" id="Line 31" o:spid="_x0000_s1026" type="#_x0000_t32" style="position:absolute;margin-left:329.4pt;margin-top:20.55pt;width:117pt;height:0;z-index:251648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C57B2A">
        <w:rPr>
          <w:rFonts w:ascii="Arial" w:hAnsi="Arial" w:cs="Arial"/>
          <w:b/>
          <w:bCs/>
          <w:noProof/>
          <w:sz w:val="20"/>
          <w:szCs w:val="20"/>
        </w:rPr>
        <w:t>«nr_jury_A»</w:t>
      </w:r>
      <w:r w:rsidR="00F81FA3">
        <w:rPr>
          <w:rFonts w:ascii="Arial" w:hAnsi="Arial" w:cs="Arial"/>
          <w:b/>
          <w:bCs/>
          <w:sz w:val="20"/>
          <w:szCs w:val="20"/>
        </w:rPr>
        <w:fldChar w:fldCharType="end"/>
      </w:r>
      <w:r w:rsidR="00866CF4">
        <w:rPr>
          <w:rFonts w:ascii="Arial" w:hAnsi="Arial" w:cs="Arial"/>
          <w:b/>
          <w:bCs/>
          <w:sz w:val="20"/>
          <w:szCs w:val="20"/>
        </w:rPr>
        <w:tab/>
      </w:r>
      <w:r>
        <w:rPr>
          <w:rFonts w:ascii="Arial" w:hAnsi="Arial" w:cs="Arial"/>
          <w:b/>
          <w:bCs/>
          <w:sz w:val="20"/>
          <w:szCs w:val="20"/>
        </w:rPr>
        <w:t>Handtekening:</w:t>
      </w:r>
    </w:p>
    <w:p w14:paraId="0F53CB63" w14:textId="72E4DBF6"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923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6305AB" id="Rechte verbindingslijn 39" o:spid="_x0000_s1026" style="position:absolute;z-index:251679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B8591D">
        <w:rPr>
          <w:rFonts w:ascii="Arial" w:hAnsi="Arial" w:cs="Arial"/>
          <w:b/>
          <w:sz w:val="28"/>
          <w:szCs w:val="28"/>
        </w:rPr>
        <w:t>L</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57B2A">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57B2A">
        <w:rPr>
          <w:rFonts w:ascii="Arial" w:hAnsi="Arial" w:cs="Arial"/>
          <w:b/>
          <w:noProof/>
          <w:sz w:val="28"/>
          <w:szCs w:val="28"/>
        </w:rPr>
        <w:t>«startnr»</w:t>
      </w:r>
      <w:r>
        <w:rPr>
          <w:rFonts w:ascii="Arial" w:hAnsi="Arial" w:cs="Arial"/>
          <w:b/>
          <w:sz w:val="28"/>
          <w:szCs w:val="28"/>
        </w:rPr>
        <w:fldChar w:fldCharType="end"/>
      </w:r>
    </w:p>
    <w:p w14:paraId="1CAE4B4A"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E474B5" w14:paraId="14E3F01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58B23CE" w14:textId="77777777" w:rsidR="00E474B5" w:rsidRDefault="00E474B5" w:rsidP="00E474B5">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5E99272" w14:textId="3CEB3FD9" w:rsidR="00E474B5" w:rsidRDefault="00E474B5" w:rsidP="00E474B5">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57B2A">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A3D584" w14:textId="77777777" w:rsidR="00E474B5" w:rsidRDefault="00E474B5" w:rsidP="00E474B5">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0442E1FA" w14:textId="77777777" w:rsidR="00E474B5" w:rsidRDefault="00E474B5" w:rsidP="00E474B5">
            <w:pPr>
              <w:rPr>
                <w:color w:val="FF0000"/>
              </w:rPr>
            </w:pPr>
            <w:r>
              <w:rPr>
                <w:rFonts w:ascii="Arial" w:hAnsi="Arial" w:cs="Arial"/>
                <w:b/>
                <w:bCs/>
                <w:sz w:val="20"/>
                <w:szCs w:val="20"/>
              </w:rPr>
              <w:t>Lidnr.*</w:t>
            </w:r>
            <w:r>
              <w:rPr>
                <w:rFonts w:ascii="Arial" w:hAnsi="Arial" w:cs="Arial"/>
                <w:b/>
                <w:bCs/>
                <w:sz w:val="20"/>
                <w:szCs w:val="20"/>
              </w:rPr>
              <w:t> </w:t>
            </w:r>
          </w:p>
        </w:tc>
      </w:tr>
      <w:tr w:rsidR="00935D27" w14:paraId="2A9C5A4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77D7127"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26AA8C0" w14:textId="41FB303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57B2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0D8C7D0" w14:textId="16077A57"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57B2A">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77625FF" w14:textId="19B885E7"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57B2A">
              <w:rPr>
                <w:rFonts w:ascii="Arial" w:hAnsi="Arial" w:cs="Arial"/>
                <w:b/>
                <w:bCs/>
                <w:noProof/>
                <w:sz w:val="20"/>
                <w:szCs w:val="20"/>
              </w:rPr>
              <w:t>«nr_voltigeur»</w:t>
            </w:r>
            <w:r>
              <w:rPr>
                <w:rFonts w:ascii="Arial" w:hAnsi="Arial" w:cs="Arial"/>
                <w:b/>
                <w:bCs/>
                <w:sz w:val="20"/>
                <w:szCs w:val="20"/>
              </w:rPr>
              <w:fldChar w:fldCharType="end"/>
            </w:r>
          </w:p>
        </w:tc>
      </w:tr>
      <w:tr w:rsidR="00935D27" w14:paraId="13A4A91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B40A621"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A322F00" w14:textId="2746DCCB"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57B2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241B71E"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6E1AC28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107A22D"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EF7326B"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C55F7A7" w14:textId="58BFC0A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57B2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90AB82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B46AA7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9BD27F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CE58298"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CFF0C9" w14:textId="48944AD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57B2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3553A9E"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7B692F2"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23015B2"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13E634C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8B290C3"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684981" w14:textId="7F1E10B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57B2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CD8AA56" w14:textId="313CB57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57B2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F0B823B"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678FD4D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01834788" w14:textId="77777777" w:rsidR="00AD46D6" w:rsidRDefault="00AD46D6" w:rsidP="00AD46D6">
      <w:pPr>
        <w:rPr>
          <w:rFonts w:ascii="Arial" w:hAnsi="Arial" w:cs="Arial"/>
          <w:b/>
          <w:sz w:val="22"/>
          <w:szCs w:val="22"/>
        </w:rPr>
      </w:pPr>
    </w:p>
    <w:p w14:paraId="24048483" w14:textId="77777777" w:rsidR="00124146"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124146" w:rsidRPr="0037294D" w14:paraId="192D6BE4" w14:textId="77777777" w:rsidTr="009977EE">
        <w:tc>
          <w:tcPr>
            <w:tcW w:w="629" w:type="dxa"/>
            <w:tcBorders>
              <w:top w:val="nil"/>
              <w:left w:val="nil"/>
              <w:right w:val="nil"/>
            </w:tcBorders>
            <w:shd w:val="clear" w:color="auto" w:fill="auto"/>
            <w:vAlign w:val="center"/>
          </w:tcPr>
          <w:p w14:paraId="5C5C68FC" w14:textId="77777777" w:rsidR="00124146" w:rsidRPr="0037294D" w:rsidRDefault="00124146"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60346BC1" w14:textId="77777777" w:rsidR="00124146" w:rsidRPr="0037294D" w:rsidRDefault="00124146"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616ADA5" w14:textId="77777777" w:rsidR="00124146" w:rsidRPr="0037294D" w:rsidRDefault="00124146"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F106750" w14:textId="77777777" w:rsidR="00124146" w:rsidRPr="0037294D" w:rsidRDefault="00124146"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73582FC4" w14:textId="77777777" w:rsidR="00124146" w:rsidRPr="0037294D" w:rsidRDefault="00124146" w:rsidP="009977EE">
            <w:pPr>
              <w:pStyle w:val="HBVKop2"/>
              <w:spacing w:line="240" w:lineRule="exact"/>
              <w:jc w:val="center"/>
              <w:rPr>
                <w:rFonts w:ascii="Helvetica" w:hAnsi="Helvetica" w:cs="Helvetica"/>
                <w:b w:val="0"/>
                <w:sz w:val="16"/>
                <w:szCs w:val="18"/>
              </w:rPr>
            </w:pPr>
          </w:p>
        </w:tc>
      </w:tr>
      <w:tr w:rsidR="00124146" w:rsidRPr="0037294D" w14:paraId="7F42A900" w14:textId="77777777" w:rsidTr="009977EE">
        <w:trPr>
          <w:cantSplit/>
          <w:trHeight w:val="1134"/>
        </w:trPr>
        <w:tc>
          <w:tcPr>
            <w:tcW w:w="629" w:type="dxa"/>
            <w:shd w:val="clear" w:color="auto" w:fill="auto"/>
            <w:textDirection w:val="btLr"/>
            <w:vAlign w:val="center"/>
          </w:tcPr>
          <w:p w14:paraId="7E90BCB3" w14:textId="77777777" w:rsidR="00124146" w:rsidRPr="00720510" w:rsidRDefault="00124146"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11A42C0C"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23A7624"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77D31C3D"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78EF5634"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10CB0773" w14:textId="77777777" w:rsidR="00124146" w:rsidRPr="00720510" w:rsidRDefault="00124146" w:rsidP="00124146">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124146" w:rsidRPr="00720510" w14:paraId="5CC747D9"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9724F"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31D32EFF"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DBEAE81"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7393160"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82817A7"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5202B19"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4E223838"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11D3A9E4"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02958BD" w14:textId="77777777" w:rsidR="00124146" w:rsidRPr="00720510" w:rsidRDefault="00124146"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4D3DF405" w14:textId="77777777" w:rsidR="00124146" w:rsidRPr="00720510" w:rsidRDefault="00124146"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124146" w:rsidRPr="00720510" w14:paraId="3563B091"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41C2480"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6B12615"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50EB676"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507ACDF8"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23C7BBD" w14:textId="77777777" w:rsidR="00124146" w:rsidRPr="00720510" w:rsidRDefault="00124146"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4C797946" w14:textId="77777777" w:rsidR="00124146" w:rsidRPr="00720510" w:rsidRDefault="00124146"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6B2E6106"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6D4D00EA"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E28F3D7"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441F490F"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1F6CDD9C" w14:textId="77777777" w:rsidTr="009977EE">
        <w:trPr>
          <w:cantSplit/>
          <w:trHeight w:val="1134"/>
        </w:trPr>
        <w:tc>
          <w:tcPr>
            <w:tcW w:w="629" w:type="dxa"/>
            <w:vMerge w:val="restart"/>
            <w:shd w:val="clear" w:color="auto" w:fill="auto"/>
            <w:textDirection w:val="btLr"/>
            <w:vAlign w:val="center"/>
          </w:tcPr>
          <w:p w14:paraId="3B5A5C10" w14:textId="77777777" w:rsidR="00124146" w:rsidRPr="00720510" w:rsidRDefault="00124146"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148A9D6B" w14:textId="77777777" w:rsidR="00124146" w:rsidRPr="00720510" w:rsidRDefault="00124146" w:rsidP="00124146">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24C5CFEA" w14:textId="77777777" w:rsidR="00124146" w:rsidRPr="00720510" w:rsidRDefault="00124146" w:rsidP="00124146">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66E15529" w14:textId="77777777" w:rsidR="00124146" w:rsidRPr="005A0562" w:rsidRDefault="00124146" w:rsidP="00124146">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045877" w14:paraId="0673F6B4" w14:textId="77777777" w:rsidTr="00480DCC">
              <w:tc>
                <w:tcPr>
                  <w:tcW w:w="3048" w:type="dxa"/>
                </w:tcPr>
                <w:p w14:paraId="224BA67E"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B3EF2E9"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8F9A4E4"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C37AD46"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6EFF263A"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4D6A6A11"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045877" w14:paraId="1A0FEA73" w14:textId="77777777" w:rsidTr="00480DCC">
              <w:tc>
                <w:tcPr>
                  <w:tcW w:w="3048" w:type="dxa"/>
                </w:tcPr>
                <w:p w14:paraId="29CC19C7"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p>
                <w:p w14:paraId="1605BE96"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56D4B6B"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CF33A49" w14:textId="77777777" w:rsidR="00045877" w:rsidRDefault="00045877" w:rsidP="00045877">
                  <w:pPr>
                    <w:pStyle w:val="HBVKop2"/>
                    <w:suppressAutoHyphens w:val="0"/>
                    <w:autoSpaceDN/>
                    <w:spacing w:line="240" w:lineRule="exact"/>
                    <w:textAlignment w:val="auto"/>
                    <w:rPr>
                      <w:rFonts w:ascii="Helvetica" w:hAnsi="Helvetica" w:cs="Helvetica"/>
                      <w:b w:val="0"/>
                      <w:color w:val="000000"/>
                      <w:sz w:val="16"/>
                      <w:szCs w:val="16"/>
                    </w:rPr>
                  </w:pPr>
                </w:p>
              </w:tc>
            </w:tr>
          </w:tbl>
          <w:p w14:paraId="53C606C5" w14:textId="77777777" w:rsidR="005A0562" w:rsidRPr="00720510" w:rsidRDefault="005A0562" w:rsidP="005A0562">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EFE8755"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359ACAEE"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E67DA77"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4134BE14"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22F50407" w14:textId="77777777" w:rsidTr="009977EE">
        <w:trPr>
          <w:cantSplit/>
          <w:trHeight w:val="362"/>
        </w:trPr>
        <w:tc>
          <w:tcPr>
            <w:tcW w:w="629" w:type="dxa"/>
            <w:vMerge/>
            <w:shd w:val="clear" w:color="auto" w:fill="auto"/>
            <w:textDirection w:val="btLr"/>
            <w:vAlign w:val="center"/>
          </w:tcPr>
          <w:p w14:paraId="2E7E6311" w14:textId="77777777" w:rsidR="00124146" w:rsidRPr="00720510" w:rsidRDefault="00124146"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1AB6243"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66E56B12"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A497D5D"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05B1ADF"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222BECC"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9FE4D2A"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BE2E872"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4AFC6A58"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50889626"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5C6EBA5B" w14:textId="77777777" w:rsidTr="009977EE">
        <w:trPr>
          <w:cantSplit/>
          <w:trHeight w:val="1134"/>
        </w:trPr>
        <w:tc>
          <w:tcPr>
            <w:tcW w:w="629" w:type="dxa"/>
            <w:vMerge w:val="restart"/>
            <w:shd w:val="clear" w:color="auto" w:fill="auto"/>
            <w:textDirection w:val="btLr"/>
            <w:vAlign w:val="center"/>
          </w:tcPr>
          <w:p w14:paraId="2CA83A50" w14:textId="77777777" w:rsidR="00124146" w:rsidRPr="00720510" w:rsidRDefault="00124146"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CD1EAA0" w14:textId="77777777" w:rsidR="00124146" w:rsidRPr="00720510" w:rsidRDefault="00124146" w:rsidP="00124146">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C22D49E" w14:textId="77777777" w:rsidR="00124146" w:rsidRPr="00720510" w:rsidRDefault="00124146" w:rsidP="00124146">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4F4378BB"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6A7B74C6" w14:textId="77777777" w:rsidR="00124146" w:rsidRPr="00720510" w:rsidRDefault="00124146"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D3BBDC7"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17EC39B6" w14:textId="77777777" w:rsidR="00124146" w:rsidRPr="00720510" w:rsidRDefault="00124146" w:rsidP="009977EE">
            <w:pPr>
              <w:pStyle w:val="HBVKop2"/>
              <w:spacing w:line="240" w:lineRule="exact"/>
              <w:jc w:val="center"/>
              <w:rPr>
                <w:rFonts w:ascii="Helvetica" w:hAnsi="Helvetica" w:cs="Helvetica"/>
                <w:b w:val="0"/>
                <w:sz w:val="16"/>
                <w:szCs w:val="16"/>
              </w:rPr>
            </w:pPr>
          </w:p>
        </w:tc>
      </w:tr>
      <w:tr w:rsidR="00124146" w:rsidRPr="0037294D" w14:paraId="2D95854D" w14:textId="77777777" w:rsidTr="009977EE">
        <w:trPr>
          <w:cantSplit/>
          <w:trHeight w:val="307"/>
        </w:trPr>
        <w:tc>
          <w:tcPr>
            <w:tcW w:w="629" w:type="dxa"/>
            <w:vMerge/>
            <w:shd w:val="clear" w:color="auto" w:fill="auto"/>
            <w:textDirection w:val="btLr"/>
            <w:vAlign w:val="center"/>
          </w:tcPr>
          <w:p w14:paraId="1EF01A97" w14:textId="77777777" w:rsidR="00124146" w:rsidRPr="00720510" w:rsidRDefault="00124146"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C38CB0C"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29D29468"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E9415CD"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2151FE7"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F75D73A"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46CEC501" w14:textId="77777777" w:rsidR="00124146" w:rsidRPr="00720510" w:rsidRDefault="00124146"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56897A6" w14:textId="77777777" w:rsidR="00124146" w:rsidRPr="00720510" w:rsidRDefault="00124146" w:rsidP="009977EE">
            <w:pPr>
              <w:pStyle w:val="HBVKop2"/>
              <w:spacing w:line="240" w:lineRule="exact"/>
              <w:jc w:val="center"/>
              <w:rPr>
                <w:rFonts w:ascii="Helvetica" w:hAnsi="Helvetica" w:cs="Helvetica"/>
                <w:b w:val="0"/>
                <w:sz w:val="16"/>
                <w:szCs w:val="16"/>
              </w:rPr>
            </w:pPr>
          </w:p>
        </w:tc>
        <w:tc>
          <w:tcPr>
            <w:tcW w:w="789" w:type="dxa"/>
          </w:tcPr>
          <w:p w14:paraId="188E7E71" w14:textId="77777777" w:rsidR="00124146" w:rsidRPr="00720510" w:rsidRDefault="00124146" w:rsidP="009977EE">
            <w:pPr>
              <w:pStyle w:val="HBVKop2"/>
              <w:spacing w:line="240" w:lineRule="exact"/>
              <w:jc w:val="center"/>
              <w:rPr>
                <w:rFonts w:ascii="Helvetica" w:hAnsi="Helvetica" w:cs="Helvetica"/>
                <w:b w:val="0"/>
                <w:sz w:val="16"/>
                <w:szCs w:val="16"/>
              </w:rPr>
            </w:pPr>
          </w:p>
        </w:tc>
      </w:tr>
    </w:tbl>
    <w:p w14:paraId="52E45618" w14:textId="514D7814"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67BAC3A9"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CC7AA0B"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2D31AE0" w14:textId="77777777" w:rsidR="00AD46D6" w:rsidRDefault="00AD46D6" w:rsidP="00C51D22">
            <w:pPr>
              <w:jc w:val="right"/>
              <w:rPr>
                <w:rFonts w:ascii="Arial" w:hAnsi="Arial" w:cs="Arial"/>
                <w:b/>
                <w:bCs/>
                <w:sz w:val="20"/>
                <w:szCs w:val="20"/>
              </w:rPr>
            </w:pPr>
          </w:p>
        </w:tc>
      </w:tr>
    </w:tbl>
    <w:p w14:paraId="02F124C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7411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0F3F120" id="Line 33" o:spid="_x0000_s1026" type="#_x0000_t32" style="position:absolute;margin-left:-33.25pt;margin-top:7pt;width:557.95pt;height:0;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781BCB57" w14:textId="77777777" w:rsidR="00AD46D6" w:rsidRDefault="00AD46D6" w:rsidP="00AD46D6">
      <w:pPr>
        <w:rPr>
          <w:rFonts w:ascii="Arial" w:hAnsi="Arial" w:cs="Arial"/>
          <w:b/>
          <w:bCs/>
          <w:sz w:val="20"/>
          <w:szCs w:val="20"/>
        </w:rPr>
      </w:pPr>
    </w:p>
    <w:p w14:paraId="74B2823F" w14:textId="0CE56247" w:rsidR="00242C7A" w:rsidRDefault="00AD46D6" w:rsidP="00866CF4">
      <w:pPr>
        <w:tabs>
          <w:tab w:val="left" w:pos="4820"/>
        </w:tabs>
        <w:rPr>
          <w:rFonts w:ascii="Arial" w:hAnsi="Arial" w:cs="Arial"/>
          <w:b/>
          <w:bCs/>
          <w:sz w:val="20"/>
          <w:szCs w:val="20"/>
        </w:rPr>
        <w:sectPr w:rsidR="00242C7A"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6899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53F8BF74" id="Line 31" o:spid="_x0000_s1026" type="#_x0000_t32" style="position:absolute;margin-left:329.4pt;margin-top:20.55pt;width:117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426BB">
        <w:rPr>
          <w:rFonts w:ascii="Arial" w:hAnsi="Arial" w:cs="Arial"/>
          <w:b/>
          <w:bCs/>
          <w:sz w:val="20"/>
          <w:szCs w:val="20"/>
        </w:rPr>
        <w:fldChar w:fldCharType="begin"/>
      </w:r>
      <w:r w:rsidR="00C426BB">
        <w:rPr>
          <w:rFonts w:ascii="Arial" w:hAnsi="Arial" w:cs="Arial"/>
          <w:b/>
          <w:bCs/>
          <w:sz w:val="20"/>
          <w:szCs w:val="20"/>
        </w:rPr>
        <w:instrText xml:space="preserve"> MERGEFIELD nr_jury_C </w:instrText>
      </w:r>
      <w:r w:rsidR="00C426BB">
        <w:rPr>
          <w:rFonts w:ascii="Arial" w:hAnsi="Arial" w:cs="Arial"/>
          <w:b/>
          <w:bCs/>
          <w:sz w:val="20"/>
          <w:szCs w:val="20"/>
        </w:rPr>
        <w:fldChar w:fldCharType="separate"/>
      </w:r>
      <w:r w:rsidR="00C57B2A">
        <w:rPr>
          <w:rFonts w:ascii="Arial" w:hAnsi="Arial" w:cs="Arial"/>
          <w:b/>
          <w:bCs/>
          <w:noProof/>
          <w:sz w:val="20"/>
          <w:szCs w:val="20"/>
        </w:rPr>
        <w:t>«nr_jury_C»</w:t>
      </w:r>
      <w:r w:rsidR="00C426BB">
        <w:rPr>
          <w:rFonts w:ascii="Arial" w:hAnsi="Arial" w:cs="Arial"/>
          <w:b/>
          <w:bCs/>
          <w:sz w:val="20"/>
          <w:szCs w:val="20"/>
        </w:rPr>
        <w:fldChar w:fldCharType="end"/>
      </w:r>
      <w:r>
        <w:rPr>
          <w:rFonts w:ascii="Arial" w:hAnsi="Arial" w:cs="Arial"/>
          <w:b/>
          <w:bCs/>
          <w:sz w:val="20"/>
          <w:szCs w:val="20"/>
        </w:rPr>
        <w:tab/>
        <w:t>Handtekening:</w:t>
      </w:r>
    </w:p>
    <w:p w14:paraId="7F3BA47E" w14:textId="073FA759"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435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2268CF" id="Rechte verbindingslijn 43" o:spid="_x0000_s1026" style="position:absolute;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B8591D">
        <w:rPr>
          <w:rFonts w:ascii="Arial" w:hAnsi="Arial" w:cs="Arial"/>
          <w:b/>
          <w:sz w:val="28"/>
          <w:szCs w:val="28"/>
        </w:rPr>
        <w:t>L</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57B2A">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57B2A">
        <w:rPr>
          <w:rFonts w:ascii="Arial" w:hAnsi="Arial" w:cs="Arial"/>
          <w:b/>
          <w:noProof/>
          <w:sz w:val="28"/>
          <w:szCs w:val="28"/>
        </w:rPr>
        <w:t>«startnr»</w:t>
      </w:r>
      <w:r>
        <w:rPr>
          <w:rFonts w:ascii="Arial" w:hAnsi="Arial" w:cs="Arial"/>
          <w:b/>
          <w:sz w:val="28"/>
          <w:szCs w:val="28"/>
        </w:rPr>
        <w:fldChar w:fldCharType="end"/>
      </w:r>
    </w:p>
    <w:p w14:paraId="2E226E7C"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002561" w14:paraId="270E4DF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9F5567F" w14:textId="77777777" w:rsidR="00002561" w:rsidRDefault="00002561" w:rsidP="0000256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0442F7" w14:textId="4233CBE4" w:rsidR="00002561" w:rsidRDefault="00002561" w:rsidP="0000256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C57B2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289EF3F" w14:textId="77777777" w:rsidR="00002561" w:rsidRDefault="00002561" w:rsidP="0000256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0AC24D8" w14:textId="77777777" w:rsidR="00002561" w:rsidRDefault="00002561" w:rsidP="00002561">
            <w:pPr>
              <w:rPr>
                <w:color w:val="FF0000"/>
              </w:rPr>
            </w:pPr>
            <w:r>
              <w:rPr>
                <w:rFonts w:ascii="Arial" w:hAnsi="Arial" w:cs="Arial"/>
                <w:b/>
                <w:bCs/>
                <w:sz w:val="20"/>
                <w:szCs w:val="20"/>
              </w:rPr>
              <w:t>Lidnr.*</w:t>
            </w:r>
            <w:r>
              <w:rPr>
                <w:rFonts w:ascii="Arial" w:hAnsi="Arial" w:cs="Arial"/>
                <w:b/>
                <w:bCs/>
                <w:sz w:val="20"/>
                <w:szCs w:val="20"/>
              </w:rPr>
              <w:t> </w:t>
            </w:r>
          </w:p>
        </w:tc>
      </w:tr>
      <w:tr w:rsidR="00935D27" w14:paraId="1964DEF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AD18186"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62E380" w14:textId="3195D38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57B2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6BE55AE" w14:textId="0CB0AE15"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57B2A">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EE9C62F" w14:textId="73C1192C"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57B2A">
              <w:rPr>
                <w:rFonts w:ascii="Arial" w:hAnsi="Arial" w:cs="Arial"/>
                <w:b/>
                <w:bCs/>
                <w:noProof/>
                <w:sz w:val="20"/>
                <w:szCs w:val="20"/>
              </w:rPr>
              <w:t>«nr_voltigeur»</w:t>
            </w:r>
            <w:r>
              <w:rPr>
                <w:rFonts w:ascii="Arial" w:hAnsi="Arial" w:cs="Arial"/>
                <w:b/>
                <w:bCs/>
                <w:sz w:val="20"/>
                <w:szCs w:val="20"/>
              </w:rPr>
              <w:fldChar w:fldCharType="end"/>
            </w:r>
          </w:p>
        </w:tc>
      </w:tr>
      <w:tr w:rsidR="00935D27" w14:paraId="37F6038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DCAF7DC"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E9380FE" w14:textId="3CBCCFBA"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57B2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C89AD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9E8183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552E51E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3F1E3B9"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1BA2B51" w14:textId="783C613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57B2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E1C86A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767D39F"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279B5E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D08EE45"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AA9C7BA" w14:textId="3704D6F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57B2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E5FEB62"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0D5ED0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9F260D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513B3B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2452A2E"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26FDB78" w14:textId="30CADC1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57B2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4329EB" w14:textId="08F4AF1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57B2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3ABCD0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0E4656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A1CCD86" w14:textId="77777777" w:rsidR="00417A0D" w:rsidRDefault="00417A0D" w:rsidP="00417A0D">
      <w:pPr>
        <w:rPr>
          <w:rFonts w:ascii="Arial" w:hAnsi="Arial" w:cs="Arial"/>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6373"/>
        <w:gridCol w:w="577"/>
        <w:gridCol w:w="1163"/>
        <w:gridCol w:w="1134"/>
      </w:tblGrid>
      <w:tr w:rsidR="00A36DF8" w:rsidRPr="00EB31B3" w14:paraId="437D08E0" w14:textId="77777777" w:rsidTr="00036603">
        <w:tc>
          <w:tcPr>
            <w:tcW w:w="784" w:type="dxa"/>
            <w:tcBorders>
              <w:top w:val="nil"/>
              <w:left w:val="nil"/>
              <w:right w:val="nil"/>
            </w:tcBorders>
            <w:shd w:val="clear" w:color="auto" w:fill="auto"/>
            <w:textDirection w:val="btLr"/>
            <w:vAlign w:val="center"/>
          </w:tcPr>
          <w:p w14:paraId="2EF3901B" w14:textId="77777777" w:rsidR="00A36DF8" w:rsidRPr="00EB31B3" w:rsidRDefault="00A36DF8" w:rsidP="00036603">
            <w:pPr>
              <w:pStyle w:val="HBVKop2"/>
              <w:spacing w:line="240" w:lineRule="exact"/>
              <w:ind w:left="113" w:right="113"/>
              <w:jc w:val="center"/>
              <w:rPr>
                <w:rFonts w:ascii="Helvetica" w:hAnsi="Helvetica" w:cs="Helvetica"/>
                <w:b w:val="0"/>
                <w:sz w:val="18"/>
                <w:szCs w:val="18"/>
              </w:rPr>
            </w:pPr>
          </w:p>
        </w:tc>
        <w:tc>
          <w:tcPr>
            <w:tcW w:w="6373" w:type="dxa"/>
            <w:tcBorders>
              <w:top w:val="nil"/>
              <w:left w:val="nil"/>
              <w:right w:val="nil"/>
            </w:tcBorders>
            <w:shd w:val="clear" w:color="auto" w:fill="auto"/>
          </w:tcPr>
          <w:p w14:paraId="50EC241D" w14:textId="77777777" w:rsidR="00A36DF8" w:rsidRPr="00EB31B3" w:rsidRDefault="00A36DF8" w:rsidP="00036603">
            <w:pPr>
              <w:pStyle w:val="HBVKop2"/>
              <w:spacing w:line="240" w:lineRule="exact"/>
              <w:rPr>
                <w:rFonts w:ascii="Helvetica" w:hAnsi="Helvetica" w:cs="Helvetica"/>
                <w:b w:val="0"/>
                <w:sz w:val="18"/>
                <w:szCs w:val="18"/>
              </w:rPr>
            </w:pPr>
          </w:p>
        </w:tc>
        <w:tc>
          <w:tcPr>
            <w:tcW w:w="577" w:type="dxa"/>
            <w:tcBorders>
              <w:top w:val="nil"/>
              <w:left w:val="nil"/>
            </w:tcBorders>
            <w:shd w:val="clear" w:color="auto" w:fill="auto"/>
            <w:vAlign w:val="center"/>
          </w:tcPr>
          <w:p w14:paraId="0E32513E" w14:textId="77777777" w:rsidR="00A36DF8" w:rsidRDefault="00A36DF8" w:rsidP="00036603">
            <w:pPr>
              <w:pStyle w:val="HBVKop2"/>
              <w:spacing w:line="240" w:lineRule="exact"/>
              <w:jc w:val="center"/>
              <w:rPr>
                <w:rFonts w:ascii="Helvetica" w:hAnsi="Helvetica" w:cs="Helvetica"/>
                <w:b w:val="0"/>
                <w:sz w:val="18"/>
                <w:szCs w:val="18"/>
              </w:rPr>
            </w:pPr>
          </w:p>
        </w:tc>
        <w:tc>
          <w:tcPr>
            <w:tcW w:w="1163" w:type="dxa"/>
            <w:shd w:val="clear" w:color="auto" w:fill="auto"/>
            <w:vAlign w:val="center"/>
          </w:tcPr>
          <w:p w14:paraId="3B636FCC" w14:textId="77777777" w:rsidR="00A36DF8" w:rsidRPr="00EB31B3" w:rsidRDefault="00A36DF8"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Cijfer 0-10</w:t>
            </w:r>
          </w:p>
        </w:tc>
        <w:tc>
          <w:tcPr>
            <w:tcW w:w="1134" w:type="dxa"/>
            <w:tcBorders>
              <w:top w:val="nil"/>
              <w:right w:val="nil"/>
            </w:tcBorders>
          </w:tcPr>
          <w:p w14:paraId="70C4A864" w14:textId="77777777" w:rsidR="00A36DF8" w:rsidRPr="00EB31B3" w:rsidRDefault="00A36DF8" w:rsidP="00036603">
            <w:pPr>
              <w:pStyle w:val="HBVKop2"/>
              <w:spacing w:line="240" w:lineRule="exact"/>
              <w:jc w:val="center"/>
              <w:rPr>
                <w:rFonts w:ascii="Helvetica" w:hAnsi="Helvetica" w:cs="Helvetica"/>
                <w:b w:val="0"/>
                <w:sz w:val="18"/>
                <w:szCs w:val="18"/>
              </w:rPr>
            </w:pPr>
          </w:p>
        </w:tc>
      </w:tr>
      <w:tr w:rsidR="00810D24" w:rsidRPr="00EB31B3" w14:paraId="7A2445DA" w14:textId="77777777" w:rsidTr="00036603">
        <w:tc>
          <w:tcPr>
            <w:tcW w:w="784" w:type="dxa"/>
            <w:shd w:val="clear" w:color="auto" w:fill="auto"/>
            <w:textDirection w:val="btLr"/>
            <w:vAlign w:val="center"/>
          </w:tcPr>
          <w:p w14:paraId="42A53E26" w14:textId="4AD3BF6F" w:rsidR="00810D24" w:rsidRPr="00EB31B3" w:rsidRDefault="005A5B57" w:rsidP="00036603">
            <w:pPr>
              <w:pStyle w:val="HBVKop2"/>
              <w:spacing w:line="240" w:lineRule="exact"/>
              <w:ind w:left="113" w:right="113"/>
              <w:jc w:val="center"/>
              <w:rPr>
                <w:rFonts w:ascii="Helvetica" w:hAnsi="Helvetica" w:cs="Helvetica"/>
                <w:b w:val="0"/>
                <w:sz w:val="18"/>
                <w:szCs w:val="18"/>
              </w:rPr>
            </w:pPr>
            <w:r>
              <w:rPr>
                <w:rFonts w:ascii="Helvetica" w:hAnsi="Helvetica" w:cs="Helvetica"/>
                <w:b w:val="0"/>
                <w:sz w:val="18"/>
                <w:szCs w:val="18"/>
              </w:rPr>
              <w:t>Harmonie</w:t>
            </w:r>
          </w:p>
        </w:tc>
        <w:tc>
          <w:tcPr>
            <w:tcW w:w="6373" w:type="dxa"/>
            <w:shd w:val="clear" w:color="auto" w:fill="auto"/>
          </w:tcPr>
          <w:p w14:paraId="485E189C" w14:textId="77777777" w:rsidR="00B10613" w:rsidRPr="00B10613" w:rsidRDefault="00B10613" w:rsidP="00B10613">
            <w:pPr>
              <w:pStyle w:val="HBVKop2"/>
              <w:spacing w:line="240" w:lineRule="exact"/>
              <w:rPr>
                <w:rFonts w:ascii="Helvetica" w:hAnsi="Helvetica" w:cs="Helvetica"/>
                <w:b w:val="0"/>
                <w:sz w:val="18"/>
                <w:szCs w:val="18"/>
              </w:rPr>
            </w:pPr>
            <w:r w:rsidRPr="00B10613">
              <w:rPr>
                <w:rFonts w:ascii="Helvetica" w:hAnsi="Helvetica" w:cs="Helvetica"/>
                <w:b w:val="0"/>
                <w:sz w:val="18"/>
                <w:szCs w:val="18"/>
              </w:rPr>
              <w:t xml:space="preserve">Samenwerking met het paard. </w:t>
            </w:r>
          </w:p>
          <w:p w14:paraId="5CE2EF70" w14:textId="14677846" w:rsidR="00B10613" w:rsidRPr="00B10613" w:rsidRDefault="00B10613" w:rsidP="00E51147">
            <w:pPr>
              <w:pStyle w:val="HBVKop2"/>
              <w:numPr>
                <w:ilvl w:val="0"/>
                <w:numId w:val="4"/>
              </w:numPr>
              <w:suppressAutoHyphens w:val="0"/>
              <w:autoSpaceDN/>
              <w:spacing w:line="240" w:lineRule="exact"/>
              <w:textAlignment w:val="auto"/>
              <w:rPr>
                <w:rFonts w:ascii="Helvetica" w:hAnsi="Helvetica" w:cs="Helvetica"/>
                <w:b w:val="0"/>
                <w:sz w:val="18"/>
                <w:szCs w:val="18"/>
              </w:rPr>
            </w:pPr>
            <w:r w:rsidRPr="00B10613">
              <w:rPr>
                <w:rFonts w:ascii="Helvetica" w:hAnsi="Helvetica" w:cs="Helvetica"/>
                <w:b w:val="0"/>
                <w:sz w:val="18"/>
                <w:szCs w:val="18"/>
              </w:rPr>
              <w:t xml:space="preserve">Er wordt op de  juiste wijze samengewerkt met het paard, dit bevordert de ontspanning en de ontvankelijkheid van het paard. </w:t>
            </w:r>
          </w:p>
          <w:p w14:paraId="09088291" w14:textId="57F836C4" w:rsidR="00B10613" w:rsidRPr="00B10613" w:rsidRDefault="00B10613" w:rsidP="00E51147">
            <w:pPr>
              <w:pStyle w:val="HBVKop2"/>
              <w:numPr>
                <w:ilvl w:val="0"/>
                <w:numId w:val="4"/>
              </w:numPr>
              <w:suppressAutoHyphens w:val="0"/>
              <w:autoSpaceDN/>
              <w:spacing w:line="240" w:lineRule="exact"/>
              <w:textAlignment w:val="auto"/>
              <w:rPr>
                <w:rFonts w:ascii="Helvetica" w:hAnsi="Helvetica" w:cs="Helvetica"/>
                <w:b w:val="0"/>
                <w:sz w:val="18"/>
                <w:szCs w:val="18"/>
              </w:rPr>
            </w:pPr>
            <w:r w:rsidRPr="00B10613">
              <w:rPr>
                <w:rFonts w:ascii="Helvetica" w:hAnsi="Helvetica" w:cs="Helvetica"/>
                <w:b w:val="0"/>
                <w:sz w:val="18"/>
                <w:szCs w:val="18"/>
              </w:rPr>
              <w:t xml:space="preserve">Het paard heeft vertrouwen in de voltigeur en is daardoor oplettend en van goede wil. </w:t>
            </w:r>
          </w:p>
          <w:p w14:paraId="584E0B6C" w14:textId="59B3CE98" w:rsidR="005A5B57" w:rsidRPr="00F92DA8" w:rsidRDefault="00B10613" w:rsidP="008633B4">
            <w:pPr>
              <w:pStyle w:val="HBVKop2"/>
              <w:numPr>
                <w:ilvl w:val="0"/>
                <w:numId w:val="4"/>
              </w:numPr>
              <w:suppressAutoHyphens w:val="0"/>
              <w:autoSpaceDN/>
              <w:spacing w:line="240" w:lineRule="exact"/>
              <w:textAlignment w:val="auto"/>
              <w:rPr>
                <w:rFonts w:ascii="Helvetica" w:hAnsi="Helvetica" w:cs="Helvetica"/>
                <w:b w:val="0"/>
                <w:sz w:val="18"/>
                <w:szCs w:val="18"/>
              </w:rPr>
            </w:pPr>
            <w:r w:rsidRPr="008633B4">
              <w:rPr>
                <w:rFonts w:ascii="Helvetica" w:hAnsi="Helvetica" w:cs="Helvetica"/>
                <w:b w:val="0"/>
                <w:sz w:val="18"/>
                <w:szCs w:val="18"/>
              </w:rPr>
              <w:t>De samenwerking verloopt vloeiend en er is sprake van een volledige eenheid en harmonie met het paard .</w:t>
            </w:r>
          </w:p>
        </w:tc>
        <w:tc>
          <w:tcPr>
            <w:tcW w:w="577" w:type="dxa"/>
            <w:shd w:val="clear" w:color="auto" w:fill="auto"/>
            <w:vAlign w:val="center"/>
          </w:tcPr>
          <w:p w14:paraId="45192359" w14:textId="2E49BE6C" w:rsidR="00810D24" w:rsidRDefault="00FE307D"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20%</w:t>
            </w:r>
          </w:p>
        </w:tc>
        <w:tc>
          <w:tcPr>
            <w:tcW w:w="1163" w:type="dxa"/>
            <w:shd w:val="clear" w:color="auto" w:fill="auto"/>
            <w:vAlign w:val="center"/>
          </w:tcPr>
          <w:p w14:paraId="706DE37F" w14:textId="77777777" w:rsidR="00810D24" w:rsidRPr="00EB31B3" w:rsidRDefault="00810D24" w:rsidP="00036603">
            <w:pPr>
              <w:pStyle w:val="HBVKop2"/>
              <w:spacing w:line="240" w:lineRule="exact"/>
              <w:jc w:val="center"/>
              <w:rPr>
                <w:rFonts w:ascii="Helvetica" w:hAnsi="Helvetica" w:cs="Helvetica"/>
                <w:b w:val="0"/>
                <w:sz w:val="18"/>
                <w:szCs w:val="18"/>
              </w:rPr>
            </w:pPr>
          </w:p>
        </w:tc>
        <w:tc>
          <w:tcPr>
            <w:tcW w:w="1134" w:type="dxa"/>
          </w:tcPr>
          <w:p w14:paraId="42BD7AFE" w14:textId="77777777" w:rsidR="00810D24" w:rsidRPr="00EB31B3" w:rsidRDefault="00810D24" w:rsidP="00036603">
            <w:pPr>
              <w:pStyle w:val="HBVKop2"/>
              <w:spacing w:line="240" w:lineRule="exact"/>
              <w:jc w:val="center"/>
              <w:rPr>
                <w:rFonts w:ascii="Helvetica" w:hAnsi="Helvetica" w:cs="Helvetica"/>
                <w:b w:val="0"/>
                <w:sz w:val="18"/>
                <w:szCs w:val="18"/>
              </w:rPr>
            </w:pPr>
          </w:p>
        </w:tc>
      </w:tr>
      <w:tr w:rsidR="00A36DF8" w:rsidRPr="00EB31B3" w14:paraId="247543D6" w14:textId="77777777" w:rsidTr="00036603">
        <w:tc>
          <w:tcPr>
            <w:tcW w:w="784" w:type="dxa"/>
            <w:vMerge w:val="restart"/>
            <w:shd w:val="clear" w:color="auto" w:fill="auto"/>
            <w:textDirection w:val="btLr"/>
            <w:vAlign w:val="center"/>
          </w:tcPr>
          <w:p w14:paraId="2ECA5FA7" w14:textId="5B162B3F" w:rsidR="00A36DF8" w:rsidRPr="00EB31B3" w:rsidRDefault="00A36DF8"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Structuur </w:t>
            </w:r>
          </w:p>
        </w:tc>
        <w:tc>
          <w:tcPr>
            <w:tcW w:w="6373" w:type="dxa"/>
            <w:shd w:val="clear" w:color="auto" w:fill="auto"/>
          </w:tcPr>
          <w:p w14:paraId="24C46130" w14:textId="77777777" w:rsidR="00A36DF8" w:rsidRPr="00F92DA8" w:rsidRDefault="00A36DF8"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Variatie in oefeningen</w:t>
            </w:r>
          </w:p>
          <w:p w14:paraId="1CD127E9"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een balans tussen statische en dynamische oefeningen</w:t>
            </w:r>
          </w:p>
          <w:p w14:paraId="1EF4D556"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oefeningen en overgangen tussen oefeningen van verschillende structuur groepen</w:t>
            </w:r>
          </w:p>
          <w:p w14:paraId="31A906DB"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selectie van geschikte structuur groepen in harmonie met het paard</w:t>
            </w:r>
          </w:p>
          <w:p w14:paraId="3C78C564" w14:textId="77777777" w:rsidR="00A36DF8" w:rsidRPr="003776C0"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oefeningen die het paard niet overbelasten</w:t>
            </w:r>
          </w:p>
        </w:tc>
        <w:tc>
          <w:tcPr>
            <w:tcW w:w="577" w:type="dxa"/>
            <w:shd w:val="clear" w:color="auto" w:fill="auto"/>
            <w:vAlign w:val="center"/>
          </w:tcPr>
          <w:p w14:paraId="00397243" w14:textId="77777777" w:rsidR="00A36DF8" w:rsidRPr="00EB31B3" w:rsidRDefault="00A36DF8"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C1 25%</w:t>
            </w:r>
          </w:p>
        </w:tc>
        <w:tc>
          <w:tcPr>
            <w:tcW w:w="1163" w:type="dxa"/>
            <w:shd w:val="clear" w:color="auto" w:fill="auto"/>
            <w:vAlign w:val="center"/>
          </w:tcPr>
          <w:p w14:paraId="36E11B27" w14:textId="77777777" w:rsidR="00A36DF8" w:rsidRPr="00EB31B3" w:rsidRDefault="00A36DF8" w:rsidP="00036603">
            <w:pPr>
              <w:pStyle w:val="HBVKop2"/>
              <w:spacing w:line="240" w:lineRule="exact"/>
              <w:jc w:val="center"/>
              <w:rPr>
                <w:rFonts w:ascii="Helvetica" w:hAnsi="Helvetica" w:cs="Helvetica"/>
                <w:b w:val="0"/>
                <w:sz w:val="18"/>
                <w:szCs w:val="18"/>
              </w:rPr>
            </w:pPr>
          </w:p>
        </w:tc>
        <w:tc>
          <w:tcPr>
            <w:tcW w:w="1134" w:type="dxa"/>
          </w:tcPr>
          <w:p w14:paraId="74DB8474" w14:textId="77777777" w:rsidR="00A36DF8" w:rsidRPr="00EB31B3" w:rsidRDefault="00A36DF8" w:rsidP="00036603">
            <w:pPr>
              <w:pStyle w:val="HBVKop2"/>
              <w:spacing w:line="240" w:lineRule="exact"/>
              <w:jc w:val="center"/>
              <w:rPr>
                <w:rFonts w:ascii="Helvetica" w:hAnsi="Helvetica" w:cs="Helvetica"/>
                <w:b w:val="0"/>
                <w:sz w:val="18"/>
                <w:szCs w:val="18"/>
              </w:rPr>
            </w:pPr>
          </w:p>
        </w:tc>
      </w:tr>
      <w:tr w:rsidR="00A36DF8" w:rsidRPr="00EB31B3" w14:paraId="75EFE376" w14:textId="77777777" w:rsidTr="00036603">
        <w:tc>
          <w:tcPr>
            <w:tcW w:w="784" w:type="dxa"/>
            <w:vMerge/>
            <w:shd w:val="clear" w:color="auto" w:fill="auto"/>
            <w:textDirection w:val="btLr"/>
          </w:tcPr>
          <w:p w14:paraId="41B83F96" w14:textId="77777777" w:rsidR="00A36DF8" w:rsidRPr="00EB31B3" w:rsidRDefault="00A36DF8" w:rsidP="00036603">
            <w:pPr>
              <w:pStyle w:val="HBVKop2"/>
              <w:spacing w:line="240" w:lineRule="exact"/>
              <w:ind w:left="113" w:right="113"/>
              <w:rPr>
                <w:rFonts w:ascii="Helvetica" w:hAnsi="Helvetica" w:cs="Helvetica"/>
                <w:b w:val="0"/>
                <w:sz w:val="18"/>
                <w:szCs w:val="18"/>
              </w:rPr>
            </w:pPr>
          </w:p>
        </w:tc>
        <w:tc>
          <w:tcPr>
            <w:tcW w:w="6373" w:type="dxa"/>
            <w:shd w:val="clear" w:color="auto" w:fill="auto"/>
          </w:tcPr>
          <w:p w14:paraId="546C24F9" w14:textId="77777777" w:rsidR="00A36DF8" w:rsidRPr="00F92DA8" w:rsidRDefault="00A36DF8" w:rsidP="00036603">
            <w:pPr>
              <w:pStyle w:val="HBVKop2"/>
              <w:spacing w:line="240" w:lineRule="exact"/>
              <w:rPr>
                <w:rFonts w:ascii="Helvetica" w:hAnsi="Helvetica" w:cs="Helvetica"/>
                <w:b w:val="0"/>
                <w:sz w:val="18"/>
                <w:szCs w:val="18"/>
              </w:rPr>
            </w:pPr>
            <w:r>
              <w:rPr>
                <w:rFonts w:ascii="Helvetica" w:hAnsi="Helvetica" w:cs="Helvetica"/>
                <w:b w:val="0"/>
                <w:sz w:val="18"/>
                <w:szCs w:val="18"/>
              </w:rPr>
              <w:t>Varia</w:t>
            </w:r>
            <w:r w:rsidRPr="00F92DA8">
              <w:rPr>
                <w:rFonts w:ascii="Helvetica" w:hAnsi="Helvetica" w:cs="Helvetica"/>
                <w:b w:val="0"/>
                <w:sz w:val="18"/>
                <w:szCs w:val="18"/>
              </w:rPr>
              <w:t>tie in positie</w:t>
            </w:r>
          </w:p>
          <w:p w14:paraId="53D3493C"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variatie in de positie van de oefeningen in relatie tot het paard en in de richting van de beweging </w:t>
            </w:r>
          </w:p>
          <w:p w14:paraId="6BAD6866"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een balans tussen het gebruik van de ruimte; gebruik van alle delen van het paard zijn rug, </w:t>
            </w:r>
            <w:r>
              <w:rPr>
                <w:rFonts w:ascii="Helvetica" w:hAnsi="Helvetica" w:cs="Helvetica"/>
                <w:b w:val="0"/>
                <w:sz w:val="18"/>
                <w:szCs w:val="18"/>
              </w:rPr>
              <w:t>hals</w:t>
            </w:r>
            <w:r w:rsidRPr="00F92DA8">
              <w:rPr>
                <w:rFonts w:ascii="Helvetica" w:hAnsi="Helvetica" w:cs="Helvetica"/>
                <w:b w:val="0"/>
                <w:sz w:val="18"/>
                <w:szCs w:val="18"/>
              </w:rPr>
              <w:t xml:space="preserve">, kruis, inclusief bodemsprongen </w:t>
            </w:r>
          </w:p>
        </w:tc>
        <w:tc>
          <w:tcPr>
            <w:tcW w:w="577" w:type="dxa"/>
            <w:shd w:val="clear" w:color="auto" w:fill="auto"/>
            <w:vAlign w:val="center"/>
          </w:tcPr>
          <w:p w14:paraId="768AF694" w14:textId="196CB353" w:rsidR="00A36DF8" w:rsidRPr="00EB31B3" w:rsidRDefault="00A36DF8"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C2 2</w:t>
            </w:r>
            <w:r w:rsidR="00A23052">
              <w:rPr>
                <w:rFonts w:ascii="Helvetica" w:hAnsi="Helvetica" w:cs="Helvetica"/>
                <w:b w:val="0"/>
                <w:sz w:val="18"/>
                <w:szCs w:val="18"/>
              </w:rPr>
              <w:t>0</w:t>
            </w:r>
            <w:r>
              <w:rPr>
                <w:rFonts w:ascii="Helvetica" w:hAnsi="Helvetica" w:cs="Helvetica"/>
                <w:b w:val="0"/>
                <w:sz w:val="18"/>
                <w:szCs w:val="18"/>
              </w:rPr>
              <w:t>%</w:t>
            </w:r>
          </w:p>
        </w:tc>
        <w:tc>
          <w:tcPr>
            <w:tcW w:w="1163" w:type="dxa"/>
            <w:shd w:val="clear" w:color="auto" w:fill="auto"/>
            <w:vAlign w:val="center"/>
          </w:tcPr>
          <w:p w14:paraId="4C2290C3" w14:textId="77777777" w:rsidR="00A36DF8" w:rsidRPr="00EB31B3" w:rsidRDefault="00A36DF8" w:rsidP="00036603">
            <w:pPr>
              <w:pStyle w:val="HBVKop2"/>
              <w:spacing w:line="240" w:lineRule="exact"/>
              <w:jc w:val="center"/>
              <w:rPr>
                <w:rFonts w:ascii="Helvetica" w:hAnsi="Helvetica" w:cs="Helvetica"/>
                <w:b w:val="0"/>
                <w:sz w:val="18"/>
                <w:szCs w:val="18"/>
              </w:rPr>
            </w:pPr>
          </w:p>
        </w:tc>
        <w:tc>
          <w:tcPr>
            <w:tcW w:w="1134" w:type="dxa"/>
          </w:tcPr>
          <w:p w14:paraId="65187290" w14:textId="77777777" w:rsidR="00A36DF8" w:rsidRPr="00EB31B3" w:rsidRDefault="00A36DF8" w:rsidP="00036603">
            <w:pPr>
              <w:pStyle w:val="HBVKop2"/>
              <w:spacing w:line="240" w:lineRule="exact"/>
              <w:jc w:val="center"/>
              <w:rPr>
                <w:rFonts w:ascii="Helvetica" w:hAnsi="Helvetica" w:cs="Helvetica"/>
                <w:b w:val="0"/>
                <w:sz w:val="18"/>
                <w:szCs w:val="18"/>
              </w:rPr>
            </w:pPr>
          </w:p>
        </w:tc>
      </w:tr>
      <w:tr w:rsidR="00A36DF8" w:rsidRPr="00EB31B3" w14:paraId="22EA7112" w14:textId="77777777" w:rsidTr="00036603">
        <w:tc>
          <w:tcPr>
            <w:tcW w:w="784" w:type="dxa"/>
            <w:vMerge w:val="restart"/>
            <w:shd w:val="clear" w:color="auto" w:fill="auto"/>
            <w:textDirection w:val="btLr"/>
            <w:vAlign w:val="center"/>
          </w:tcPr>
          <w:p w14:paraId="0EF62E51" w14:textId="7C85F689" w:rsidR="00A36DF8" w:rsidRPr="00EB31B3" w:rsidRDefault="00A36DF8" w:rsidP="00036603">
            <w:pPr>
              <w:pStyle w:val="HBVKop2"/>
              <w:spacing w:line="240" w:lineRule="exact"/>
              <w:ind w:left="113" w:right="113"/>
              <w:jc w:val="center"/>
              <w:rPr>
                <w:rFonts w:ascii="Helvetica" w:hAnsi="Helvetica" w:cs="Helvetica"/>
                <w:b w:val="0"/>
                <w:sz w:val="18"/>
                <w:szCs w:val="18"/>
              </w:rPr>
            </w:pPr>
            <w:r w:rsidRPr="00EB31B3">
              <w:rPr>
                <w:rFonts w:ascii="Helvetica" w:hAnsi="Helvetica" w:cs="Helvetica"/>
                <w:b w:val="0"/>
                <w:sz w:val="18"/>
                <w:szCs w:val="18"/>
              </w:rPr>
              <w:t xml:space="preserve">Choreografie </w:t>
            </w:r>
          </w:p>
        </w:tc>
        <w:tc>
          <w:tcPr>
            <w:tcW w:w="6373" w:type="dxa"/>
            <w:shd w:val="clear" w:color="auto" w:fill="auto"/>
          </w:tcPr>
          <w:p w14:paraId="155B8410" w14:textId="77777777" w:rsidR="00A36DF8" w:rsidRPr="00F92DA8" w:rsidRDefault="00A36DF8"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Eenheid van de compositie </w:t>
            </w:r>
          </w:p>
          <w:p w14:paraId="72E61AD9"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een selectie van</w:t>
            </w:r>
            <w:r w:rsidRPr="00F92DA8">
              <w:rPr>
                <w:rFonts w:ascii="Helvetica" w:hAnsi="Helvetica" w:cs="Helvetica"/>
                <w:b w:val="0"/>
                <w:sz w:val="18"/>
                <w:szCs w:val="18"/>
              </w:rPr>
              <w:t xml:space="preserve"> overgangen en bewegingen die oefeningen verbinden en vloeiend overgaan</w:t>
            </w:r>
          </w:p>
          <w:p w14:paraId="00A0EA27"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complexiteit van het op- en afbouwen van oefeningen </w:t>
            </w:r>
          </w:p>
          <w:p w14:paraId="38437C43"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vermijden van een leeg paard</w:t>
            </w:r>
          </w:p>
        </w:tc>
        <w:tc>
          <w:tcPr>
            <w:tcW w:w="577" w:type="dxa"/>
            <w:shd w:val="clear" w:color="auto" w:fill="auto"/>
            <w:vAlign w:val="center"/>
          </w:tcPr>
          <w:p w14:paraId="1002E29F" w14:textId="10B24636" w:rsidR="00A36DF8" w:rsidRPr="00EB31B3" w:rsidRDefault="00A36DF8"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C3 </w:t>
            </w:r>
            <w:r w:rsidR="00857D1D">
              <w:rPr>
                <w:rFonts w:ascii="Helvetica" w:hAnsi="Helvetica" w:cs="Helvetica"/>
                <w:b w:val="0"/>
                <w:sz w:val="18"/>
                <w:szCs w:val="18"/>
              </w:rPr>
              <w:t>2</w:t>
            </w:r>
            <w:r>
              <w:rPr>
                <w:rFonts w:ascii="Helvetica" w:hAnsi="Helvetica" w:cs="Helvetica"/>
                <w:b w:val="0"/>
                <w:sz w:val="18"/>
                <w:szCs w:val="18"/>
              </w:rPr>
              <w:t>0%</w:t>
            </w:r>
          </w:p>
        </w:tc>
        <w:tc>
          <w:tcPr>
            <w:tcW w:w="1163" w:type="dxa"/>
            <w:shd w:val="clear" w:color="auto" w:fill="auto"/>
            <w:vAlign w:val="center"/>
          </w:tcPr>
          <w:p w14:paraId="59BCA941" w14:textId="77777777" w:rsidR="00A36DF8" w:rsidRPr="00EB31B3" w:rsidRDefault="00A36DF8" w:rsidP="00036603">
            <w:pPr>
              <w:pStyle w:val="HBVKop2"/>
              <w:spacing w:line="240" w:lineRule="exact"/>
              <w:jc w:val="center"/>
              <w:rPr>
                <w:rFonts w:ascii="Helvetica" w:hAnsi="Helvetica" w:cs="Helvetica"/>
                <w:b w:val="0"/>
                <w:sz w:val="18"/>
                <w:szCs w:val="18"/>
              </w:rPr>
            </w:pPr>
          </w:p>
        </w:tc>
        <w:tc>
          <w:tcPr>
            <w:tcW w:w="1134" w:type="dxa"/>
          </w:tcPr>
          <w:p w14:paraId="35B604FF" w14:textId="77777777" w:rsidR="00A36DF8" w:rsidRPr="00EB31B3" w:rsidRDefault="00A36DF8" w:rsidP="00036603">
            <w:pPr>
              <w:pStyle w:val="HBVKop2"/>
              <w:spacing w:line="240" w:lineRule="exact"/>
              <w:jc w:val="center"/>
              <w:rPr>
                <w:rFonts w:ascii="Helvetica" w:hAnsi="Helvetica" w:cs="Helvetica"/>
                <w:b w:val="0"/>
                <w:sz w:val="18"/>
                <w:szCs w:val="18"/>
              </w:rPr>
            </w:pPr>
          </w:p>
        </w:tc>
      </w:tr>
      <w:tr w:rsidR="00A36DF8" w:rsidRPr="00EB31B3" w14:paraId="0F9A41AF" w14:textId="77777777" w:rsidTr="00036603">
        <w:tc>
          <w:tcPr>
            <w:tcW w:w="784" w:type="dxa"/>
            <w:vMerge/>
            <w:shd w:val="clear" w:color="auto" w:fill="auto"/>
          </w:tcPr>
          <w:p w14:paraId="17008F7E" w14:textId="77777777" w:rsidR="00A36DF8" w:rsidRPr="00EB31B3" w:rsidRDefault="00A36DF8" w:rsidP="00036603">
            <w:pPr>
              <w:pStyle w:val="HBVKop2"/>
              <w:spacing w:line="240" w:lineRule="exact"/>
              <w:rPr>
                <w:rFonts w:ascii="Helvetica" w:hAnsi="Helvetica" w:cs="Helvetica"/>
                <w:b w:val="0"/>
                <w:sz w:val="18"/>
                <w:szCs w:val="18"/>
              </w:rPr>
            </w:pPr>
          </w:p>
        </w:tc>
        <w:tc>
          <w:tcPr>
            <w:tcW w:w="6373" w:type="dxa"/>
            <w:shd w:val="clear" w:color="auto" w:fill="auto"/>
          </w:tcPr>
          <w:p w14:paraId="0B8D80FC" w14:textId="77777777" w:rsidR="00A36DF8" w:rsidRPr="00F92DA8" w:rsidRDefault="00A36DF8" w:rsidP="00036603">
            <w:pPr>
              <w:pStyle w:val="HBVKop2"/>
              <w:spacing w:line="240" w:lineRule="exact"/>
              <w:rPr>
                <w:rFonts w:ascii="Helvetica" w:hAnsi="Helvetica" w:cs="Helvetica"/>
                <w:b w:val="0"/>
                <w:sz w:val="18"/>
                <w:szCs w:val="18"/>
              </w:rPr>
            </w:pPr>
            <w:r w:rsidRPr="00F92DA8">
              <w:rPr>
                <w:rFonts w:ascii="Helvetica" w:hAnsi="Helvetica" w:cs="Helvetica"/>
                <w:b w:val="0"/>
                <w:sz w:val="18"/>
                <w:szCs w:val="18"/>
              </w:rPr>
              <w:t xml:space="preserve">Muziek interpretatie </w:t>
            </w:r>
          </w:p>
          <w:p w14:paraId="4E99FD77"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het overbrengen van het karakter van de muziek </w:t>
            </w:r>
          </w:p>
          <w:p w14:paraId="049DA7BC"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Pr>
                <w:rFonts w:ascii="Helvetica" w:hAnsi="Helvetica" w:cs="Helvetica"/>
                <w:b w:val="0"/>
                <w:sz w:val="18"/>
                <w:szCs w:val="18"/>
              </w:rPr>
              <w:t>expressie</w:t>
            </w:r>
          </w:p>
          <w:p w14:paraId="2F38812F"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karakter van bewegingen, gebaren</w:t>
            </w:r>
          </w:p>
          <w:p w14:paraId="25C0B028"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kleding passend bij het thema van de muziek </w:t>
            </w:r>
          </w:p>
          <w:p w14:paraId="6C32BE54" w14:textId="77777777" w:rsidR="00A36DF8" w:rsidRPr="00F92DA8" w:rsidRDefault="00A36DF8" w:rsidP="00A36DF8">
            <w:pPr>
              <w:pStyle w:val="HBVKop2"/>
              <w:numPr>
                <w:ilvl w:val="0"/>
                <w:numId w:val="4"/>
              </w:numPr>
              <w:suppressAutoHyphens w:val="0"/>
              <w:autoSpaceDN/>
              <w:spacing w:line="240" w:lineRule="exact"/>
              <w:textAlignment w:val="auto"/>
              <w:rPr>
                <w:rFonts w:ascii="Helvetica" w:hAnsi="Helvetica" w:cs="Helvetica"/>
                <w:b w:val="0"/>
                <w:sz w:val="18"/>
                <w:szCs w:val="18"/>
              </w:rPr>
            </w:pPr>
            <w:r w:rsidRPr="00F92DA8">
              <w:rPr>
                <w:rFonts w:ascii="Helvetica" w:hAnsi="Helvetica" w:cs="Helvetica"/>
                <w:b w:val="0"/>
                <w:sz w:val="18"/>
                <w:szCs w:val="18"/>
              </w:rPr>
              <w:t xml:space="preserve">bewegingen in harmonie met de muziek </w:t>
            </w:r>
          </w:p>
        </w:tc>
        <w:tc>
          <w:tcPr>
            <w:tcW w:w="577" w:type="dxa"/>
            <w:shd w:val="clear" w:color="auto" w:fill="auto"/>
            <w:vAlign w:val="center"/>
          </w:tcPr>
          <w:p w14:paraId="71BC8783" w14:textId="003A612F" w:rsidR="00A36DF8" w:rsidRPr="00EB31B3" w:rsidRDefault="00A36DF8" w:rsidP="00036603">
            <w:pPr>
              <w:pStyle w:val="HBVKop2"/>
              <w:spacing w:line="240" w:lineRule="exact"/>
              <w:jc w:val="center"/>
              <w:rPr>
                <w:rFonts w:ascii="Helvetica" w:hAnsi="Helvetica" w:cs="Helvetica"/>
                <w:b w:val="0"/>
                <w:sz w:val="18"/>
                <w:szCs w:val="18"/>
              </w:rPr>
            </w:pPr>
            <w:r>
              <w:rPr>
                <w:rFonts w:ascii="Helvetica" w:hAnsi="Helvetica" w:cs="Helvetica"/>
                <w:b w:val="0"/>
                <w:sz w:val="18"/>
                <w:szCs w:val="18"/>
              </w:rPr>
              <w:t xml:space="preserve">C4 </w:t>
            </w:r>
            <w:r w:rsidR="00131C8E">
              <w:rPr>
                <w:rFonts w:ascii="Helvetica" w:hAnsi="Helvetica" w:cs="Helvetica"/>
                <w:b w:val="0"/>
                <w:sz w:val="18"/>
                <w:szCs w:val="18"/>
              </w:rPr>
              <w:t>15</w:t>
            </w:r>
            <w:r>
              <w:rPr>
                <w:rFonts w:ascii="Helvetica" w:hAnsi="Helvetica" w:cs="Helvetica"/>
                <w:b w:val="0"/>
                <w:sz w:val="18"/>
                <w:szCs w:val="18"/>
              </w:rPr>
              <w:t>%</w:t>
            </w:r>
          </w:p>
        </w:tc>
        <w:tc>
          <w:tcPr>
            <w:tcW w:w="1163" w:type="dxa"/>
            <w:shd w:val="clear" w:color="auto" w:fill="auto"/>
            <w:vAlign w:val="center"/>
          </w:tcPr>
          <w:p w14:paraId="68A7951D" w14:textId="77777777" w:rsidR="00A36DF8" w:rsidRPr="00EB31B3" w:rsidRDefault="00A36DF8" w:rsidP="00036603">
            <w:pPr>
              <w:pStyle w:val="HBVKop2"/>
              <w:spacing w:line="240" w:lineRule="exact"/>
              <w:jc w:val="center"/>
              <w:rPr>
                <w:rFonts w:ascii="Helvetica" w:hAnsi="Helvetica" w:cs="Helvetica"/>
                <w:b w:val="0"/>
                <w:sz w:val="18"/>
                <w:szCs w:val="18"/>
              </w:rPr>
            </w:pPr>
          </w:p>
        </w:tc>
        <w:tc>
          <w:tcPr>
            <w:tcW w:w="1134" w:type="dxa"/>
          </w:tcPr>
          <w:p w14:paraId="0010625D" w14:textId="77777777" w:rsidR="00A36DF8" w:rsidRPr="00EB31B3" w:rsidRDefault="00A36DF8" w:rsidP="00036603">
            <w:pPr>
              <w:pStyle w:val="HBVKop2"/>
              <w:spacing w:line="240" w:lineRule="exact"/>
              <w:jc w:val="center"/>
              <w:rPr>
                <w:rFonts w:ascii="Helvetica" w:hAnsi="Helvetica" w:cs="Helvetica"/>
                <w:b w:val="0"/>
                <w:sz w:val="18"/>
                <w:szCs w:val="18"/>
              </w:rPr>
            </w:pPr>
          </w:p>
        </w:tc>
      </w:tr>
    </w:tbl>
    <w:p w14:paraId="59038801" w14:textId="77777777" w:rsidR="00417A0D" w:rsidRDefault="00417A0D" w:rsidP="00417A0D">
      <w:pPr>
        <w:rPr>
          <w:rFonts w:ascii="Arial" w:hAnsi="Arial" w:cs="Arial"/>
          <w:sz w:val="20"/>
          <w:szCs w:val="20"/>
        </w:rPr>
      </w:pPr>
    </w:p>
    <w:tbl>
      <w:tblPr>
        <w:tblW w:w="8677" w:type="dxa"/>
        <w:tblInd w:w="817" w:type="dxa"/>
        <w:tblCellMar>
          <w:left w:w="10" w:type="dxa"/>
          <w:right w:w="10" w:type="dxa"/>
        </w:tblCellMar>
        <w:tblLook w:val="04A0" w:firstRow="1" w:lastRow="0" w:firstColumn="1" w:lastColumn="0" w:noHBand="0" w:noVBand="1"/>
      </w:tblPr>
      <w:tblGrid>
        <w:gridCol w:w="2347"/>
        <w:gridCol w:w="5449"/>
        <w:gridCol w:w="881"/>
      </w:tblGrid>
      <w:tr w:rsidR="00417A0D" w14:paraId="01B1003C" w14:textId="77777777" w:rsidTr="00C83384">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857E3A" w14:textId="77777777" w:rsidR="00417A0D" w:rsidRDefault="00417A0D" w:rsidP="00C83384">
            <w:pPr>
              <w:rPr>
                <w:rFonts w:ascii="Arial" w:hAnsi="Arial" w:cs="Arial"/>
                <w:sz w:val="20"/>
                <w:szCs w:val="20"/>
              </w:rPr>
            </w:pPr>
            <w:r>
              <w:rPr>
                <w:rFonts w:ascii="Arial" w:hAnsi="Arial" w:cs="Arial"/>
                <w:sz w:val="20"/>
                <w:szCs w:val="20"/>
              </w:rPr>
              <w:t>Aftrekpunten</w:t>
            </w:r>
          </w:p>
        </w:tc>
        <w:tc>
          <w:tcPr>
            <w:tcW w:w="5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87E8A" w14:textId="77777777" w:rsidR="00417A0D" w:rsidRDefault="00417A0D" w:rsidP="00C83384">
            <w:pPr>
              <w:rPr>
                <w:rFonts w:ascii="Arial" w:hAnsi="Arial" w:cs="Arial"/>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B5D8F" w14:textId="77777777" w:rsidR="00417A0D" w:rsidRDefault="00417A0D" w:rsidP="00C83384">
            <w:pPr>
              <w:rPr>
                <w:rFonts w:ascii="Arial" w:hAnsi="Arial" w:cs="Arial"/>
                <w:sz w:val="20"/>
                <w:szCs w:val="20"/>
              </w:rPr>
            </w:pPr>
          </w:p>
        </w:tc>
      </w:tr>
    </w:tbl>
    <w:p w14:paraId="7E62A3A2" w14:textId="77777777" w:rsidR="00417A0D" w:rsidRDefault="00417A0D" w:rsidP="00417A0D">
      <w:pPr>
        <w:rPr>
          <w:rFonts w:ascii="Arial" w:hAnsi="Arial" w:cs="Arial"/>
          <w:sz w:val="20"/>
          <w:szCs w:val="20"/>
        </w:rPr>
      </w:pPr>
    </w:p>
    <w:tbl>
      <w:tblPr>
        <w:tblW w:w="4983" w:type="dxa"/>
        <w:tblInd w:w="4587" w:type="dxa"/>
        <w:tblCellMar>
          <w:left w:w="10" w:type="dxa"/>
          <w:right w:w="10" w:type="dxa"/>
        </w:tblCellMar>
        <w:tblLook w:val="04A0" w:firstRow="1" w:lastRow="0" w:firstColumn="1" w:lastColumn="0" w:noHBand="0" w:noVBand="1"/>
      </w:tblPr>
      <w:tblGrid>
        <w:gridCol w:w="4026"/>
        <w:gridCol w:w="957"/>
      </w:tblGrid>
      <w:tr w:rsidR="00417A0D" w14:paraId="787FB53A" w14:textId="77777777" w:rsidTr="00C83384">
        <w:trPr>
          <w:trHeight w:val="308"/>
        </w:trPr>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C73A5" w14:textId="77777777" w:rsidR="00417A0D" w:rsidRDefault="00417A0D" w:rsidP="00C83384">
            <w:r>
              <w:rPr>
                <w:rFonts w:ascii="Arial" w:hAnsi="Arial" w:cs="Arial"/>
                <w:b/>
                <w:sz w:val="20"/>
                <w:szCs w:val="20"/>
              </w:rPr>
              <w:t>Artistiek Cijfer</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D39D0" w14:textId="77777777" w:rsidR="00417A0D" w:rsidRDefault="00417A0D" w:rsidP="00C83384">
            <w:pPr>
              <w:rPr>
                <w:rFonts w:ascii="Arial" w:hAnsi="Arial" w:cs="Arial"/>
                <w:sz w:val="20"/>
                <w:szCs w:val="20"/>
              </w:rPr>
            </w:pPr>
          </w:p>
        </w:tc>
      </w:tr>
    </w:tbl>
    <w:p w14:paraId="56587C03" w14:textId="77777777" w:rsidR="00417A0D" w:rsidRDefault="00417A0D" w:rsidP="00417A0D">
      <w:pPr>
        <w:rPr>
          <w:rFonts w:ascii="Arial" w:hAnsi="Arial" w:cs="Arial"/>
          <w:sz w:val="20"/>
          <w:szCs w:val="20"/>
        </w:rPr>
      </w:pPr>
    </w:p>
    <w:p w14:paraId="23E3E168" w14:textId="77777777" w:rsidR="00242C7A" w:rsidRDefault="00242C7A" w:rsidP="00242C7A">
      <w:r>
        <w:rPr>
          <w:rFonts w:ascii="Arial" w:hAnsi="Arial" w:cs="Arial"/>
          <w:b/>
          <w:bCs/>
          <w:noProof/>
          <w:sz w:val="20"/>
          <w:szCs w:val="20"/>
        </w:rPr>
        <mc:AlternateContent>
          <mc:Choice Requires="wps">
            <w:drawing>
              <wp:anchor distT="0" distB="0" distL="114300" distR="114300" simplePos="0" relativeHeight="251628032" behindDoc="0" locked="0" layoutInCell="1" allowOverlap="1" wp14:anchorId="69542516" wp14:editId="5C1F9C4D">
                <wp:simplePos x="0" y="0"/>
                <wp:positionH relativeFrom="column">
                  <wp:posOffset>-485775</wp:posOffset>
                </wp:positionH>
                <wp:positionV relativeFrom="paragraph">
                  <wp:posOffset>64766</wp:posOffset>
                </wp:positionV>
                <wp:extent cx="5669279" cy="0"/>
                <wp:effectExtent l="0" t="0" r="7621" b="19050"/>
                <wp:wrapNone/>
                <wp:docPr id="18"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E44CE90" id="Line 23" o:spid="_x0000_s1026" type="#_x0000_t32" style="position:absolute;margin-left:-38.25pt;margin-top:5.1pt;width:446.4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" strokeweight=".26467mm"/>
            </w:pict>
          </mc:Fallback>
        </mc:AlternateContent>
      </w:r>
    </w:p>
    <w:p w14:paraId="784B0D72" w14:textId="77777777" w:rsidR="00242C7A" w:rsidRDefault="00242C7A" w:rsidP="00242C7A">
      <w:pPr>
        <w:rPr>
          <w:rFonts w:ascii="Arial" w:hAnsi="Arial" w:cs="Arial"/>
          <w:b/>
          <w:bCs/>
          <w:sz w:val="20"/>
          <w:szCs w:val="20"/>
        </w:rPr>
      </w:pPr>
    </w:p>
    <w:p w14:paraId="724FD73B" w14:textId="77777777" w:rsidR="00242C7A" w:rsidRDefault="00242C7A" w:rsidP="00242C7A">
      <w:pPr>
        <w:rPr>
          <w:rFonts w:ascii="Arial" w:hAnsi="Arial" w:cs="Arial"/>
          <w:b/>
          <w:bCs/>
          <w:sz w:val="20"/>
          <w:szCs w:val="20"/>
        </w:rPr>
      </w:pPr>
    </w:p>
    <w:p w14:paraId="741DF582" w14:textId="60D8C647" w:rsidR="00A46737" w:rsidRPr="00242C7A" w:rsidRDefault="00242C7A" w:rsidP="00866CF4">
      <w:pPr>
        <w:tabs>
          <w:tab w:val="left" w:pos="4820"/>
        </w:tabs>
        <w:sectPr w:rsidR="00A46737" w:rsidRPr="00242C7A" w:rsidSect="00C24CEE">
          <w:headerReference w:type="default" r:id="rId12"/>
          <w:footerReference w:type="default" r:id="rId13"/>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3152" behindDoc="0" locked="0" layoutInCell="1" allowOverlap="1" wp14:anchorId="43BC119C" wp14:editId="20FC6D22">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3AD2596" id="Line 24" o:spid="_x0000_s1026" type="#_x0000_t32" style="position:absolute;margin-left:342pt;margin-top:7pt;width:93.6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C426BB">
        <w:rPr>
          <w:rFonts w:ascii="Arial" w:hAnsi="Arial" w:cs="Arial"/>
          <w:b/>
          <w:bCs/>
          <w:sz w:val="20"/>
          <w:szCs w:val="20"/>
        </w:rPr>
        <w:fldChar w:fldCharType="begin"/>
      </w:r>
      <w:r w:rsidR="00C426BB">
        <w:rPr>
          <w:rFonts w:ascii="Arial" w:hAnsi="Arial" w:cs="Arial"/>
          <w:b/>
          <w:bCs/>
          <w:sz w:val="20"/>
          <w:szCs w:val="20"/>
        </w:rPr>
        <w:instrText xml:space="preserve"> MERGEFIELD nr_jury_A </w:instrText>
      </w:r>
      <w:r w:rsidR="00C426BB">
        <w:rPr>
          <w:rFonts w:ascii="Arial" w:hAnsi="Arial" w:cs="Arial"/>
          <w:b/>
          <w:bCs/>
          <w:sz w:val="20"/>
          <w:szCs w:val="20"/>
        </w:rPr>
        <w:fldChar w:fldCharType="separate"/>
      </w:r>
      <w:r w:rsidR="00C57B2A">
        <w:rPr>
          <w:rFonts w:ascii="Arial" w:hAnsi="Arial" w:cs="Arial"/>
          <w:b/>
          <w:bCs/>
          <w:noProof/>
          <w:sz w:val="20"/>
          <w:szCs w:val="20"/>
        </w:rPr>
        <w:t>«nr_jury_A»</w:t>
      </w:r>
      <w:r w:rsidR="00C426BB">
        <w:rPr>
          <w:rFonts w:ascii="Arial" w:hAnsi="Arial" w:cs="Arial"/>
          <w:b/>
          <w:bCs/>
          <w:sz w:val="20"/>
          <w:szCs w:val="20"/>
        </w:rPr>
        <w:fldChar w:fldCharType="end"/>
      </w:r>
      <w:r w:rsidR="00866CF4">
        <w:rPr>
          <w:rFonts w:ascii="Arial" w:hAnsi="Arial" w:cs="Arial"/>
          <w:b/>
          <w:bCs/>
          <w:sz w:val="20"/>
          <w:szCs w:val="20"/>
        </w:rPr>
        <w:tab/>
      </w:r>
      <w:r>
        <w:rPr>
          <w:rFonts w:ascii="Arial" w:hAnsi="Arial" w:cs="Arial"/>
          <w:b/>
          <w:bCs/>
          <w:sz w:val="20"/>
          <w:szCs w:val="20"/>
        </w:rPr>
        <w:t>Handtekening</w:t>
      </w:r>
    </w:p>
    <w:p w14:paraId="3C6064FA" w14:textId="395602F4"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947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6B5E82" id="Rechte verbindingslijn 44" o:spid="_x0000_s1026" style="position:absolute;z-index:251689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B8591D">
        <w:rPr>
          <w:rFonts w:ascii="Arial" w:hAnsi="Arial" w:cs="Arial"/>
          <w:b/>
          <w:sz w:val="28"/>
          <w:szCs w:val="28"/>
        </w:rPr>
        <w:t>L</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57B2A">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57B2A">
        <w:rPr>
          <w:rFonts w:ascii="Arial" w:hAnsi="Arial" w:cs="Arial"/>
          <w:b/>
          <w:noProof/>
          <w:sz w:val="28"/>
          <w:szCs w:val="28"/>
        </w:rPr>
        <w:t>«startnr»</w:t>
      </w:r>
      <w:r>
        <w:rPr>
          <w:rFonts w:ascii="Arial" w:hAnsi="Arial" w:cs="Arial"/>
          <w:b/>
          <w:sz w:val="28"/>
          <w:szCs w:val="28"/>
        </w:rPr>
        <w:fldChar w:fldCharType="end"/>
      </w:r>
    </w:p>
    <w:p w14:paraId="590EA243"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57EC247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73BD35"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2E5E10" w14:textId="06A341B1" w:rsidR="00935D27" w:rsidRDefault="00B83733"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jury_C </w:instrText>
            </w:r>
            <w:r>
              <w:rPr>
                <w:rFonts w:ascii="Arial" w:hAnsi="Arial" w:cs="Arial"/>
                <w:b/>
                <w:bCs/>
                <w:sz w:val="20"/>
                <w:szCs w:val="20"/>
              </w:rPr>
              <w:fldChar w:fldCharType="separate"/>
            </w:r>
            <w:r w:rsidR="00C57B2A">
              <w:rPr>
                <w:rFonts w:ascii="Arial" w:hAnsi="Arial" w:cs="Arial"/>
                <w:b/>
                <w:bCs/>
                <w:noProof/>
                <w:sz w:val="20"/>
                <w:szCs w:val="20"/>
              </w:rPr>
              <w:t>«jury_C»</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DDB746A"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0DCFDD"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76DE1F1A"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93F67CF"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7E38BB" w14:textId="7A7E9B5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57B2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553312D" w14:textId="5B9A7B1C"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57B2A">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39283FC" w14:textId="4D23D10C"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57B2A">
              <w:rPr>
                <w:rFonts w:ascii="Arial" w:hAnsi="Arial" w:cs="Arial"/>
                <w:b/>
                <w:bCs/>
                <w:noProof/>
                <w:sz w:val="20"/>
                <w:szCs w:val="20"/>
              </w:rPr>
              <w:t>«nr_voltigeur»</w:t>
            </w:r>
            <w:r>
              <w:rPr>
                <w:rFonts w:ascii="Arial" w:hAnsi="Arial" w:cs="Arial"/>
                <w:b/>
                <w:bCs/>
                <w:sz w:val="20"/>
                <w:szCs w:val="20"/>
              </w:rPr>
              <w:fldChar w:fldCharType="end"/>
            </w:r>
          </w:p>
        </w:tc>
      </w:tr>
      <w:tr w:rsidR="00935D27" w14:paraId="0AFB8FA3"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5C305E"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5B84CCE" w14:textId="1624F90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57B2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A675FB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ACECF83"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998A21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FC218C8"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43DB62F" w14:textId="75681397"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57B2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E82D09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B87F397"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1B021A7"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F8E91E9"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B807DC5" w14:textId="5A6186C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57B2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B65DE96"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E18E92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0CB61E2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66B5C2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D07C8D4"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EB03997" w14:textId="714A9A8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57B2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99E481F" w14:textId="2AA6342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57B2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841A72D"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9B741FC"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5FBC1F75" w14:textId="77777777" w:rsidR="00B27A65" w:rsidRDefault="00B27A65" w:rsidP="00B27A65">
      <w:pPr>
        <w:rPr>
          <w:rFonts w:ascii="Arial" w:hAnsi="Arial" w:cs="Arial"/>
          <w:b/>
          <w:bCs/>
          <w:sz w:val="20"/>
          <w:szCs w:val="20"/>
        </w:rPr>
      </w:pPr>
      <w:r>
        <w:rPr>
          <w:rFonts w:ascii="Arial" w:hAnsi="Arial" w:cs="Arial"/>
          <w:b/>
          <w:bCs/>
          <w:sz w:val="20"/>
          <w:szCs w:val="20"/>
        </w:rPr>
        <w:tab/>
      </w:r>
    </w:p>
    <w:p w14:paraId="4F0FC809" w14:textId="77777777" w:rsidR="00B27A65" w:rsidRDefault="00B27A65" w:rsidP="00B27A65">
      <w:pPr>
        <w:rPr>
          <w:rFonts w:ascii="Arial" w:hAnsi="Arial" w:cs="Arial"/>
          <w:b/>
          <w:bCs/>
          <w:sz w:val="20"/>
          <w:szCs w:val="20"/>
        </w:rPr>
      </w:pPr>
    </w:p>
    <w:p w14:paraId="2B79D6C4"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370A891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30DA57"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354432"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863777"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B8591D" w14:paraId="6199A0D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3A7F1E" w14:textId="77777777" w:rsidR="00B8591D" w:rsidRDefault="00B8591D" w:rsidP="00B8591D">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2B5F1E" w14:textId="77777777" w:rsidR="00B8591D" w:rsidRDefault="00B8591D" w:rsidP="00B8591D">
            <w:pPr>
              <w:rPr>
                <w:rFonts w:ascii="Arial" w:hAnsi="Arial" w:cs="Arial"/>
                <w:b/>
                <w:bCs/>
                <w:sz w:val="20"/>
                <w:szCs w:val="20"/>
              </w:rPr>
            </w:pPr>
          </w:p>
          <w:p w14:paraId="17ECC4BD"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43B08" w14:textId="77777777" w:rsidR="00B8591D" w:rsidRDefault="00B8591D" w:rsidP="00B8591D">
            <w:pPr>
              <w:rPr>
                <w:rFonts w:ascii="Arial" w:hAnsi="Arial" w:cs="Arial"/>
                <w:b/>
                <w:bCs/>
                <w:sz w:val="20"/>
                <w:szCs w:val="20"/>
              </w:rPr>
            </w:pPr>
          </w:p>
        </w:tc>
      </w:tr>
      <w:tr w:rsidR="00B8591D" w14:paraId="1522D64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BC0031" w14:textId="77777777" w:rsidR="00B8591D" w:rsidRDefault="00B8591D" w:rsidP="00B8591D">
            <w:pPr>
              <w:rPr>
                <w:rFonts w:ascii="Arial" w:hAnsi="Arial" w:cs="Arial"/>
                <w:b/>
                <w:bCs/>
                <w:sz w:val="20"/>
                <w:szCs w:val="20"/>
              </w:rPr>
            </w:pPr>
            <w:r>
              <w:rPr>
                <w:rFonts w:ascii="Arial" w:hAnsi="Arial" w:cs="Arial"/>
                <w:b/>
                <w:bCs/>
                <w:sz w:val="20"/>
                <w:szCs w:val="20"/>
              </w:rPr>
              <w:t xml:space="preserve">Vrije zit </w:t>
            </w:r>
          </w:p>
          <w:p w14:paraId="10603876" w14:textId="77777777" w:rsidR="00B8591D" w:rsidRDefault="00B8591D" w:rsidP="00B8591D">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62C67B"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653EB1" w14:textId="77777777" w:rsidR="00B8591D" w:rsidRDefault="00B8591D" w:rsidP="00B8591D">
            <w:pPr>
              <w:rPr>
                <w:rFonts w:ascii="Arial" w:hAnsi="Arial" w:cs="Arial"/>
                <w:b/>
                <w:bCs/>
                <w:sz w:val="20"/>
                <w:szCs w:val="20"/>
              </w:rPr>
            </w:pPr>
          </w:p>
        </w:tc>
      </w:tr>
      <w:tr w:rsidR="00B8591D" w14:paraId="19BC7610"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82602A" w14:textId="77777777" w:rsidR="00B8591D" w:rsidRDefault="00B8591D" w:rsidP="00B8591D">
            <w:pPr>
              <w:rPr>
                <w:rFonts w:ascii="Arial" w:hAnsi="Arial" w:cs="Arial"/>
                <w:b/>
                <w:bCs/>
                <w:sz w:val="20"/>
                <w:szCs w:val="20"/>
              </w:rPr>
            </w:pPr>
            <w:r>
              <w:rPr>
                <w:rFonts w:ascii="Arial" w:hAnsi="Arial" w:cs="Arial"/>
                <w:b/>
                <w:bCs/>
                <w:sz w:val="20"/>
                <w:szCs w:val="20"/>
              </w:rPr>
              <w:t>L-vlag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02252" w14:textId="77777777" w:rsidR="00B8591D" w:rsidRDefault="00B8591D" w:rsidP="00B8591D">
            <w:pPr>
              <w:rPr>
                <w:rFonts w:ascii="Arial" w:hAnsi="Arial" w:cs="Arial"/>
                <w:b/>
                <w:bCs/>
                <w:sz w:val="20"/>
                <w:szCs w:val="20"/>
              </w:rPr>
            </w:pPr>
          </w:p>
          <w:p w14:paraId="28216F65"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BB33BC" w14:textId="77777777" w:rsidR="00B8591D" w:rsidRDefault="00B8591D" w:rsidP="00B8591D">
            <w:pPr>
              <w:rPr>
                <w:rFonts w:ascii="Arial" w:hAnsi="Arial" w:cs="Arial"/>
                <w:b/>
                <w:bCs/>
                <w:sz w:val="20"/>
                <w:szCs w:val="20"/>
              </w:rPr>
            </w:pPr>
          </w:p>
        </w:tc>
      </w:tr>
      <w:tr w:rsidR="00B8591D" w14:paraId="4C983D1D"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09F137" w14:textId="77777777" w:rsidR="00B8591D" w:rsidRDefault="00B8591D" w:rsidP="00B8591D">
            <w:pPr>
              <w:rPr>
                <w:rFonts w:ascii="Arial" w:hAnsi="Arial" w:cs="Arial"/>
                <w:b/>
                <w:bCs/>
                <w:sz w:val="20"/>
                <w:szCs w:val="20"/>
              </w:rPr>
            </w:pPr>
            <w:r>
              <w:rPr>
                <w:rFonts w:ascii="Arial" w:hAnsi="Arial" w:cs="Arial"/>
                <w:b/>
                <w:bCs/>
                <w:sz w:val="20"/>
                <w:szCs w:val="20"/>
              </w:rPr>
              <w:t>Staan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77CE09" w14:textId="77777777" w:rsidR="00B8591D" w:rsidRDefault="00B8591D" w:rsidP="00B8591D">
            <w:pPr>
              <w:rPr>
                <w:rFonts w:ascii="Arial" w:hAnsi="Arial" w:cs="Arial"/>
                <w:b/>
                <w:bCs/>
                <w:sz w:val="20"/>
                <w:szCs w:val="20"/>
              </w:rPr>
            </w:pPr>
          </w:p>
          <w:p w14:paraId="2527D6E9"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6C5F7F" w14:textId="77777777" w:rsidR="00B8591D" w:rsidRDefault="00B8591D" w:rsidP="00B8591D">
            <w:pPr>
              <w:rPr>
                <w:rFonts w:ascii="Arial" w:hAnsi="Arial" w:cs="Arial"/>
                <w:b/>
                <w:bCs/>
                <w:sz w:val="20"/>
                <w:szCs w:val="20"/>
              </w:rPr>
            </w:pPr>
          </w:p>
        </w:tc>
      </w:tr>
      <w:tr w:rsidR="00B8591D" w14:paraId="5801FE4C"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6D614C" w14:textId="77777777" w:rsidR="00B8591D" w:rsidRDefault="00B8591D" w:rsidP="00B8591D">
            <w:pPr>
              <w:rPr>
                <w:rFonts w:ascii="Arial" w:hAnsi="Arial" w:cs="Arial"/>
                <w:b/>
                <w:bCs/>
                <w:sz w:val="20"/>
                <w:szCs w:val="20"/>
              </w:rPr>
            </w:pPr>
            <w:r>
              <w:rPr>
                <w:rFonts w:ascii="Arial" w:hAnsi="Arial" w:cs="Arial"/>
                <w:b/>
                <w:bCs/>
                <w:sz w:val="20"/>
                <w:szCs w:val="20"/>
              </w:rPr>
              <w:t>Voorwaarts opzwaaien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3A5955" w14:textId="77777777" w:rsidR="00B8591D" w:rsidRDefault="00B8591D" w:rsidP="00B8591D">
            <w:pPr>
              <w:rPr>
                <w:rFonts w:ascii="Arial" w:hAnsi="Arial" w:cs="Arial"/>
                <w:b/>
                <w:bCs/>
                <w:sz w:val="20"/>
                <w:szCs w:val="20"/>
              </w:rPr>
            </w:pPr>
          </w:p>
          <w:p w14:paraId="7B81D89C"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5FC47E" w14:textId="77777777" w:rsidR="00B8591D" w:rsidRDefault="00B8591D" w:rsidP="00B8591D">
            <w:pPr>
              <w:rPr>
                <w:rFonts w:ascii="Arial" w:hAnsi="Arial" w:cs="Arial"/>
                <w:b/>
                <w:bCs/>
                <w:sz w:val="20"/>
                <w:szCs w:val="20"/>
              </w:rPr>
            </w:pPr>
          </w:p>
        </w:tc>
      </w:tr>
      <w:tr w:rsidR="00B8591D" w14:paraId="6B1F4F16"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5925C" w14:textId="77777777" w:rsidR="00B8591D" w:rsidRDefault="00B8591D" w:rsidP="00B8591D">
            <w:pPr>
              <w:rPr>
                <w:rFonts w:ascii="Arial" w:hAnsi="Arial" w:cs="Arial"/>
                <w:b/>
                <w:bCs/>
                <w:sz w:val="20"/>
                <w:szCs w:val="20"/>
              </w:rPr>
            </w:pPr>
            <w:r>
              <w:rPr>
                <w:rFonts w:ascii="Arial" w:hAnsi="Arial" w:cs="Arial"/>
                <w:b/>
                <w:bCs/>
                <w:sz w:val="20"/>
                <w:szCs w:val="20"/>
              </w:rPr>
              <w:t xml:space="preserve">Halve molen </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4CAAB7" w14:textId="77777777" w:rsidR="00B8591D" w:rsidRDefault="00B8591D" w:rsidP="00B8591D">
            <w:pPr>
              <w:rPr>
                <w:rFonts w:ascii="Arial" w:hAnsi="Arial" w:cs="Arial"/>
                <w:b/>
                <w:bCs/>
                <w:sz w:val="20"/>
                <w:szCs w:val="20"/>
              </w:rPr>
            </w:pPr>
          </w:p>
          <w:p w14:paraId="723DF968"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95FD32" w14:textId="77777777" w:rsidR="00B8591D" w:rsidRDefault="00B8591D" w:rsidP="00B8591D">
            <w:pPr>
              <w:rPr>
                <w:rFonts w:ascii="Arial" w:hAnsi="Arial" w:cs="Arial"/>
                <w:b/>
                <w:bCs/>
                <w:sz w:val="20"/>
                <w:szCs w:val="20"/>
              </w:rPr>
            </w:pPr>
          </w:p>
        </w:tc>
      </w:tr>
      <w:tr w:rsidR="00B8591D" w14:paraId="1B4AC4A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29FCB9" w14:textId="77777777" w:rsidR="00B8591D" w:rsidRDefault="00B8591D" w:rsidP="00B8591D">
            <w:pPr>
              <w:rPr>
                <w:rFonts w:ascii="Arial" w:hAnsi="Arial" w:cs="Arial"/>
                <w:b/>
                <w:bCs/>
                <w:sz w:val="20"/>
                <w:szCs w:val="20"/>
              </w:rPr>
            </w:pPr>
            <w:r>
              <w:rPr>
                <w:rFonts w:ascii="Arial" w:hAnsi="Arial" w:cs="Arial"/>
                <w:b/>
                <w:bCs/>
                <w:sz w:val="20"/>
                <w:szCs w:val="20"/>
              </w:rPr>
              <w:t>Achterwaarts opzwaaien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D11742"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75EE7B" w14:textId="77777777" w:rsidR="00B8591D" w:rsidRDefault="00B8591D" w:rsidP="00B8591D">
            <w:pPr>
              <w:rPr>
                <w:rFonts w:ascii="Arial" w:hAnsi="Arial" w:cs="Arial"/>
                <w:b/>
                <w:bCs/>
                <w:sz w:val="20"/>
                <w:szCs w:val="20"/>
              </w:rPr>
            </w:pPr>
          </w:p>
        </w:tc>
      </w:tr>
      <w:tr w:rsidR="00B8591D" w14:paraId="3E46C05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67A1C0" w14:textId="77777777" w:rsidR="00B8591D" w:rsidRDefault="00B8591D" w:rsidP="00B8591D">
            <w:pPr>
              <w:rPr>
                <w:rFonts w:ascii="Arial" w:hAnsi="Arial" w:cs="Arial"/>
                <w:b/>
                <w:bCs/>
                <w:sz w:val="20"/>
                <w:szCs w:val="20"/>
              </w:rPr>
            </w:pPr>
            <w:r>
              <w:rPr>
                <w:rFonts w:ascii="Arial" w:hAnsi="Arial" w:cs="Arial"/>
                <w:b/>
                <w:bCs/>
                <w:sz w:val="20"/>
                <w:szCs w:val="20"/>
              </w:rPr>
              <w:t>Binnenwaartse afsprong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B4FD1F"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5F54D9" w14:textId="77777777" w:rsidR="00B8591D" w:rsidRDefault="00B8591D" w:rsidP="00B8591D">
            <w:pPr>
              <w:rPr>
                <w:rFonts w:ascii="Arial" w:hAnsi="Arial" w:cs="Arial"/>
                <w:b/>
                <w:bCs/>
                <w:sz w:val="20"/>
                <w:szCs w:val="20"/>
              </w:rPr>
            </w:pPr>
          </w:p>
        </w:tc>
      </w:tr>
    </w:tbl>
    <w:p w14:paraId="3B4E2D63" w14:textId="77777777" w:rsidR="00B27A65" w:rsidRDefault="00B27A65" w:rsidP="00B27A65">
      <w:pPr>
        <w:rPr>
          <w:rFonts w:ascii="Arial" w:hAnsi="Arial" w:cs="Arial"/>
          <w:b/>
          <w:bCs/>
          <w:sz w:val="20"/>
          <w:szCs w:val="20"/>
        </w:rPr>
      </w:pPr>
    </w:p>
    <w:p w14:paraId="41300FFF"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667EA1" w14:paraId="6D25421E"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28C17" w14:textId="77777777" w:rsidR="00667EA1" w:rsidRDefault="00667EA1" w:rsidP="00667EA1">
            <w:pPr>
              <w:rPr>
                <w:rFonts w:ascii="Arial" w:hAnsi="Arial" w:cs="Arial"/>
                <w:b/>
                <w:bCs/>
                <w:sz w:val="20"/>
                <w:szCs w:val="20"/>
              </w:rPr>
            </w:pPr>
          </w:p>
        </w:tc>
      </w:tr>
    </w:tbl>
    <w:p w14:paraId="49666B2A" w14:textId="77777777" w:rsidR="00B27A65" w:rsidRDefault="00B27A65" w:rsidP="00B27A65">
      <w:pPr>
        <w:jc w:val="right"/>
        <w:rPr>
          <w:rFonts w:ascii="Arial" w:hAnsi="Arial" w:cs="Arial"/>
          <w:b/>
          <w:bCs/>
          <w:sz w:val="20"/>
          <w:szCs w:val="20"/>
        </w:rPr>
      </w:pPr>
    </w:p>
    <w:p w14:paraId="792A043E" w14:textId="77777777" w:rsidR="00B27A65" w:rsidRDefault="00B27A65" w:rsidP="00B27A65">
      <w:pPr>
        <w:jc w:val="center"/>
        <w:rPr>
          <w:rFonts w:ascii="Arial" w:hAnsi="Arial" w:cs="Arial"/>
          <w:b/>
          <w:bCs/>
          <w:sz w:val="20"/>
          <w:szCs w:val="20"/>
        </w:rPr>
      </w:pPr>
      <w:r>
        <w:rPr>
          <w:rFonts w:ascii="Arial" w:hAnsi="Arial" w:cs="Arial"/>
          <w:b/>
          <w:bCs/>
          <w:sz w:val="20"/>
          <w:szCs w:val="20"/>
        </w:rPr>
        <w:t xml:space="preserve">                                                                       Totaal van de verplichte oefeningen</w:t>
      </w:r>
    </w:p>
    <w:p w14:paraId="5BF1C47E" w14:textId="77777777" w:rsidR="00B27A65" w:rsidRDefault="00B27A65" w:rsidP="00B27A65">
      <w:pPr>
        <w:ind w:firstLine="708"/>
        <w:jc w:val="right"/>
        <w:rPr>
          <w:rFonts w:ascii="Arial" w:hAnsi="Arial" w:cs="Arial"/>
          <w:b/>
          <w:bCs/>
          <w:sz w:val="20"/>
          <w:szCs w:val="20"/>
        </w:rPr>
      </w:pPr>
    </w:p>
    <w:p w14:paraId="650C0D48" w14:textId="77777777"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B8591D">
        <w:rPr>
          <w:rFonts w:ascii="Arial" w:hAnsi="Arial" w:cs="Arial"/>
          <w:b/>
          <w:sz w:val="20"/>
          <w:szCs w:val="20"/>
        </w:rPr>
        <w:t>/8</w:t>
      </w:r>
      <w:r>
        <w:rPr>
          <w:rFonts w:ascii="Arial" w:hAnsi="Arial" w:cs="Arial"/>
          <w:b/>
          <w:sz w:val="20"/>
          <w:szCs w:val="20"/>
        </w:rPr>
        <w:t xml:space="preserve"> oefeningen</w:t>
      </w:r>
    </w:p>
    <w:p w14:paraId="1A66787F" w14:textId="77777777" w:rsidR="00B27A65" w:rsidRDefault="00B27A65" w:rsidP="00B27A65">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B27A65" w14:paraId="27683EFF"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964D8"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EA1F7" w14:textId="77777777" w:rsidR="00B27A65" w:rsidRDefault="00B27A65" w:rsidP="00A74337">
            <w:pPr>
              <w:rPr>
                <w:rFonts w:ascii="Arial" w:hAnsi="Arial" w:cs="Arial"/>
                <w:b/>
                <w:sz w:val="20"/>
                <w:szCs w:val="20"/>
              </w:rPr>
            </w:pPr>
          </w:p>
        </w:tc>
      </w:tr>
    </w:tbl>
    <w:p w14:paraId="6545944D" w14:textId="77777777" w:rsidR="00B27A65" w:rsidRDefault="00B27A65" w:rsidP="00B27A65">
      <w:pPr>
        <w:ind w:left="4956" w:firstLine="708"/>
        <w:rPr>
          <w:rFonts w:ascii="Arial" w:hAnsi="Arial" w:cs="Arial"/>
          <w:b/>
          <w:sz w:val="20"/>
          <w:szCs w:val="20"/>
        </w:rPr>
      </w:pPr>
    </w:p>
    <w:p w14:paraId="39573BBE" w14:textId="77777777" w:rsidR="00B27A65" w:rsidRDefault="00B27A65" w:rsidP="00B27A65">
      <w:pPr>
        <w:ind w:left="4956" w:firstLine="708"/>
        <w:rPr>
          <w:rFonts w:ascii="Arial" w:hAnsi="Arial" w:cs="Arial"/>
          <w:b/>
          <w:sz w:val="20"/>
          <w:szCs w:val="20"/>
        </w:rPr>
      </w:pPr>
    </w:p>
    <w:p w14:paraId="629BC5D5" w14:textId="77777777" w:rsidR="00B27A65" w:rsidRDefault="00B27A65" w:rsidP="00B27A65">
      <w:pPr>
        <w:ind w:left="4956" w:firstLine="708"/>
        <w:rPr>
          <w:rFonts w:ascii="Arial" w:hAnsi="Arial" w:cs="Arial"/>
          <w:b/>
          <w:sz w:val="20"/>
          <w:szCs w:val="20"/>
        </w:rPr>
      </w:pPr>
    </w:p>
    <w:p w14:paraId="0D01661B"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17792" behindDoc="0" locked="0" layoutInCell="1" allowOverlap="1" wp14:anchorId="092A80E1" wp14:editId="3E9EE58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8AABDB3" id="Line 23" o:spid="_x0000_s1026" type="#_x0000_t32" style="position:absolute;margin-left:-39.1pt;margin-top:2.05pt;width:446.4pt;height:0;z-index:251617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09B6D89A" w14:textId="77777777" w:rsidR="00B27A65" w:rsidRDefault="00B27A65" w:rsidP="00B27A65">
      <w:pPr>
        <w:rPr>
          <w:rFonts w:ascii="Arial" w:hAnsi="Arial" w:cs="Arial"/>
          <w:b/>
          <w:bCs/>
          <w:sz w:val="20"/>
          <w:szCs w:val="20"/>
        </w:rPr>
      </w:pPr>
    </w:p>
    <w:p w14:paraId="46A047AA" w14:textId="77777777" w:rsidR="00B27A65" w:rsidRDefault="00B27A65" w:rsidP="00B27A65">
      <w:pPr>
        <w:rPr>
          <w:rFonts w:ascii="Arial" w:hAnsi="Arial" w:cs="Arial"/>
          <w:b/>
          <w:bCs/>
          <w:sz w:val="20"/>
          <w:szCs w:val="20"/>
        </w:rPr>
      </w:pPr>
    </w:p>
    <w:p w14:paraId="0DEA15AF" w14:textId="77777777" w:rsidR="00B27A65" w:rsidRDefault="00B27A65" w:rsidP="00B27A65">
      <w:pPr>
        <w:rPr>
          <w:rFonts w:ascii="Arial" w:hAnsi="Arial" w:cs="Arial"/>
          <w:b/>
          <w:bCs/>
          <w:sz w:val="20"/>
          <w:szCs w:val="20"/>
        </w:rPr>
      </w:pPr>
    </w:p>
    <w:p w14:paraId="684E94A4" w14:textId="0181E749" w:rsidR="00FF68BE" w:rsidRDefault="00B27A65" w:rsidP="00866CF4">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2912"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9D97D11" id="Line 24" o:spid="_x0000_s1026" type="#_x0000_t32" style="position:absolute;margin-left:342pt;margin-top:7pt;width:93.6pt;height:0;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nr_jury_C </w:instrText>
      </w:r>
      <w:r w:rsidR="00F81FA3">
        <w:rPr>
          <w:rFonts w:ascii="Arial" w:hAnsi="Arial" w:cs="Arial"/>
          <w:b/>
          <w:bCs/>
          <w:sz w:val="20"/>
          <w:szCs w:val="20"/>
        </w:rPr>
        <w:fldChar w:fldCharType="separate"/>
      </w:r>
      <w:r w:rsidR="00C57B2A">
        <w:rPr>
          <w:rFonts w:ascii="Arial" w:hAnsi="Arial" w:cs="Arial"/>
          <w:b/>
          <w:bCs/>
          <w:noProof/>
          <w:sz w:val="20"/>
          <w:szCs w:val="20"/>
        </w:rPr>
        <w:t>«nr_jury_C»</w:t>
      </w:r>
      <w:r w:rsidR="00F81FA3">
        <w:rPr>
          <w:rFonts w:ascii="Arial" w:hAnsi="Arial" w:cs="Arial"/>
          <w:b/>
          <w:bCs/>
          <w:sz w:val="20"/>
          <w:szCs w:val="20"/>
        </w:rPr>
        <w:fldChar w:fldCharType="end"/>
      </w:r>
      <w:r>
        <w:rPr>
          <w:rFonts w:ascii="Arial" w:hAnsi="Arial" w:cs="Arial"/>
          <w:b/>
          <w:bCs/>
          <w:sz w:val="20"/>
          <w:szCs w:val="20"/>
        </w:rPr>
        <w:tab/>
        <w:t>Handtekening</w:t>
      </w:r>
    </w:p>
    <w:p w14:paraId="29A94F04" w14:textId="77777777" w:rsidR="00FF68BE" w:rsidRDefault="00FF68BE" w:rsidP="00FF68BE">
      <w:pPr>
        <w:rPr>
          <w:rFonts w:ascii="Arial" w:hAnsi="Arial" w:cs="Arial"/>
          <w:sz w:val="20"/>
          <w:szCs w:val="20"/>
        </w:rPr>
      </w:pPr>
    </w:p>
    <w:p w14:paraId="4CA923AE"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0FCAAD7F" w14:textId="4E94DBFA"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459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3BC73E" id="Rechte verbindingslijn 60"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B8591D">
        <w:rPr>
          <w:rFonts w:ascii="Arial" w:hAnsi="Arial" w:cs="Arial"/>
          <w:b/>
          <w:sz w:val="28"/>
          <w:szCs w:val="28"/>
        </w:rPr>
        <w:t>L</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57B2A">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57B2A">
        <w:rPr>
          <w:rFonts w:ascii="Arial" w:hAnsi="Arial" w:cs="Arial"/>
          <w:b/>
          <w:noProof/>
          <w:sz w:val="28"/>
          <w:szCs w:val="28"/>
        </w:rPr>
        <w:t>«startnr»</w:t>
      </w:r>
      <w:r>
        <w:rPr>
          <w:rFonts w:ascii="Arial" w:hAnsi="Arial" w:cs="Arial"/>
          <w:b/>
          <w:sz w:val="28"/>
          <w:szCs w:val="28"/>
        </w:rPr>
        <w:fldChar w:fldCharType="end"/>
      </w:r>
    </w:p>
    <w:p w14:paraId="6D6E8819"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0A2B812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468124E"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793117A" w14:textId="6544B5BF" w:rsidR="00935D27" w:rsidRDefault="00B83733"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57B2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01258AE"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AE0B925"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34251C01"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2079927"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88B4609" w14:textId="32ABDC3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57B2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20A8B14" w14:textId="1AE76E8A"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57B2A">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98666DD" w14:textId="50C4049E"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57B2A">
              <w:rPr>
                <w:rFonts w:ascii="Arial" w:hAnsi="Arial" w:cs="Arial"/>
                <w:b/>
                <w:bCs/>
                <w:noProof/>
                <w:sz w:val="20"/>
                <w:szCs w:val="20"/>
              </w:rPr>
              <w:t>«nr_voltigeur»</w:t>
            </w:r>
            <w:r>
              <w:rPr>
                <w:rFonts w:ascii="Arial" w:hAnsi="Arial" w:cs="Arial"/>
                <w:b/>
                <w:bCs/>
                <w:sz w:val="20"/>
                <w:szCs w:val="20"/>
              </w:rPr>
              <w:fldChar w:fldCharType="end"/>
            </w:r>
          </w:p>
        </w:tc>
      </w:tr>
      <w:tr w:rsidR="00935D27" w14:paraId="392748A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EB0259D"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69FA3F2" w14:textId="1DE120DF"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57B2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613F54"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7EC726C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48B15799"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31C1174"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D66B9A" w14:textId="707E61BE"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57B2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AEAD25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D93C320"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C3A93D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7A7288"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2889F1A" w14:textId="7C5DA30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57B2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4C7E2A"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790E34F"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2C6CFD3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637F5C2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E47C601"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283CEBC" w14:textId="7F6617E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57B2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59EC8E1" w14:textId="24B1907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57B2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8D3DA0"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1081ED75"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27FFE671"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1ED0C761"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84A74"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4D8D0FF8" w14:textId="77777777" w:rsidR="00A74337" w:rsidRDefault="00A74337" w:rsidP="00A74337">
            <w:pPr>
              <w:jc w:val="right"/>
              <w:rPr>
                <w:rFonts w:ascii="Arial" w:hAnsi="Arial" w:cs="Arial"/>
                <w:b/>
                <w:bCs/>
                <w:sz w:val="20"/>
                <w:szCs w:val="20"/>
              </w:rPr>
            </w:pPr>
          </w:p>
          <w:p w14:paraId="37AA700A" w14:textId="77777777" w:rsidR="00A74337" w:rsidRDefault="00A74337" w:rsidP="00A74337">
            <w:pPr>
              <w:jc w:val="right"/>
              <w:rPr>
                <w:rFonts w:ascii="Arial" w:hAnsi="Arial" w:cs="Arial"/>
                <w:b/>
                <w:bCs/>
                <w:sz w:val="20"/>
                <w:szCs w:val="20"/>
              </w:rPr>
            </w:pPr>
          </w:p>
          <w:p w14:paraId="20990C65" w14:textId="77777777" w:rsidR="00A74337" w:rsidRDefault="00A74337" w:rsidP="00A74337">
            <w:pPr>
              <w:jc w:val="right"/>
              <w:rPr>
                <w:rFonts w:ascii="Arial" w:hAnsi="Arial" w:cs="Arial"/>
                <w:b/>
                <w:bCs/>
                <w:sz w:val="20"/>
                <w:szCs w:val="20"/>
              </w:rPr>
            </w:pPr>
          </w:p>
          <w:p w14:paraId="2A7D5396" w14:textId="77777777" w:rsidR="00A74337" w:rsidRDefault="00A74337" w:rsidP="00A74337">
            <w:pPr>
              <w:jc w:val="right"/>
              <w:rPr>
                <w:rFonts w:ascii="Arial" w:hAnsi="Arial" w:cs="Arial"/>
                <w:b/>
                <w:bCs/>
                <w:sz w:val="20"/>
                <w:szCs w:val="20"/>
              </w:rPr>
            </w:pPr>
          </w:p>
          <w:p w14:paraId="24FC739E" w14:textId="77777777" w:rsidR="00A74337" w:rsidRDefault="00A74337" w:rsidP="00A74337">
            <w:pPr>
              <w:jc w:val="right"/>
              <w:rPr>
                <w:rFonts w:ascii="Arial" w:hAnsi="Arial" w:cs="Arial"/>
                <w:b/>
                <w:bCs/>
                <w:sz w:val="20"/>
                <w:szCs w:val="20"/>
              </w:rPr>
            </w:pPr>
          </w:p>
          <w:p w14:paraId="03EC2AE0" w14:textId="77777777" w:rsidR="00A74337" w:rsidRDefault="00A74337" w:rsidP="00A74337">
            <w:pPr>
              <w:jc w:val="right"/>
              <w:rPr>
                <w:rFonts w:ascii="Arial" w:hAnsi="Arial" w:cs="Arial"/>
                <w:b/>
                <w:bCs/>
                <w:sz w:val="20"/>
                <w:szCs w:val="20"/>
              </w:rPr>
            </w:pPr>
          </w:p>
          <w:p w14:paraId="163588E0" w14:textId="77777777" w:rsidR="00A74337" w:rsidRDefault="00A74337" w:rsidP="00A74337">
            <w:pPr>
              <w:jc w:val="right"/>
              <w:rPr>
                <w:rFonts w:ascii="Arial" w:hAnsi="Arial" w:cs="Arial"/>
                <w:b/>
                <w:bCs/>
                <w:sz w:val="20"/>
                <w:szCs w:val="20"/>
              </w:rPr>
            </w:pPr>
          </w:p>
        </w:tc>
      </w:tr>
      <w:tr w:rsidR="00A74337" w14:paraId="0F5F2E1C"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D8B16"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DA35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FD3A3"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6F34C"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097B5"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8C036"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2C011" w14:textId="77777777" w:rsidR="00A74337" w:rsidRDefault="00A74337" w:rsidP="00A74337">
            <w:pPr>
              <w:rPr>
                <w:rFonts w:ascii="Arial" w:hAnsi="Arial" w:cs="Arial"/>
                <w:b/>
                <w:bCs/>
                <w:sz w:val="20"/>
                <w:szCs w:val="20"/>
              </w:rPr>
            </w:pPr>
          </w:p>
        </w:tc>
      </w:tr>
    </w:tbl>
    <w:p w14:paraId="5178AB28" w14:textId="77777777" w:rsidR="00A74337" w:rsidRDefault="00A74337" w:rsidP="00A74337">
      <w:pPr>
        <w:rPr>
          <w:rFonts w:ascii="Arial" w:hAnsi="Arial" w:cs="Arial"/>
          <w:b/>
          <w:bCs/>
          <w:sz w:val="20"/>
          <w:szCs w:val="20"/>
        </w:rPr>
      </w:pPr>
    </w:p>
    <w:p w14:paraId="1D4B0635" w14:textId="77777777" w:rsidR="00B8591D" w:rsidRDefault="00287FCB" w:rsidP="00B8591D">
      <w:r>
        <w:rPr>
          <w:rFonts w:ascii="Arial" w:hAnsi="Arial" w:cs="Arial"/>
          <w:b/>
          <w:bCs/>
          <w:sz w:val="20"/>
          <w:szCs w:val="20"/>
        </w:rPr>
        <w:t>Moeilijkheidsgraad</w:t>
      </w:r>
      <w:r w:rsidR="00B8591D">
        <w:rPr>
          <w:rFonts w:ascii="Arial" w:hAnsi="Arial" w:cs="Arial"/>
          <w:b/>
          <w:bCs/>
          <w:sz w:val="20"/>
          <w:szCs w:val="20"/>
        </w:rPr>
        <w:t xml:space="preserve">: </w:t>
      </w:r>
      <w:r w:rsidR="00B8591D">
        <w:rPr>
          <w:rFonts w:ascii="Arial" w:hAnsi="Arial" w:cs="Arial"/>
          <w:bCs/>
          <w:sz w:val="20"/>
          <w:szCs w:val="20"/>
        </w:rPr>
        <w:t>Geen beoordeling in de klasse L</w:t>
      </w:r>
    </w:p>
    <w:p w14:paraId="6239EF93" w14:textId="77777777" w:rsidR="00287FCB" w:rsidRDefault="00287FCB" w:rsidP="00287FCB">
      <w:pPr>
        <w:rPr>
          <w:rFonts w:ascii="Arial" w:hAnsi="Arial" w:cs="Arial"/>
          <w:b/>
          <w:bCs/>
          <w:sz w:val="20"/>
          <w:szCs w:val="20"/>
        </w:rPr>
      </w:pPr>
    </w:p>
    <w:p w14:paraId="63A8CFD0" w14:textId="77777777" w:rsidR="00287FCB" w:rsidRDefault="00287FCB" w:rsidP="00287FC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148D9FCC" w14:textId="77777777" w:rsidR="00F8593E" w:rsidRDefault="00F8593E" w:rsidP="00F8593E">
      <w:pPr>
        <w:rPr>
          <w:rFonts w:ascii="Arial" w:hAnsi="Arial" w:cs="Arial"/>
          <w:b/>
          <w:bCs/>
          <w:sz w:val="20"/>
          <w:szCs w:val="20"/>
        </w:rPr>
      </w:pPr>
      <w:r>
        <w:rPr>
          <w:rFonts w:ascii="Arial" w:hAnsi="Arial" w:cs="Arial"/>
          <w:b/>
          <w:bCs/>
          <w:sz w:val="20"/>
          <w:szCs w:val="20"/>
        </w:rPr>
        <w:t>Uitvoering van de oefeningen</w:t>
      </w:r>
    </w:p>
    <w:p w14:paraId="183804EB" w14:textId="77777777" w:rsidR="00F8593E" w:rsidRPr="00517D4F" w:rsidRDefault="00F8593E" w:rsidP="00F8593E">
      <w:pPr>
        <w:rPr>
          <w:rFonts w:ascii="Arial" w:hAnsi="Arial" w:cs="Arial"/>
          <w:sz w:val="20"/>
          <w:szCs w:val="20"/>
        </w:rPr>
      </w:pPr>
      <w:r w:rsidRPr="00517D4F">
        <w:rPr>
          <w:rFonts w:ascii="Arial" w:hAnsi="Arial" w:cs="Arial"/>
          <w:sz w:val="20"/>
          <w:szCs w:val="20"/>
        </w:rPr>
        <w:t>Berekening cijfer:</w:t>
      </w:r>
    </w:p>
    <w:tbl>
      <w:tblPr>
        <w:tblW w:w="9889" w:type="dxa"/>
        <w:tblCellMar>
          <w:left w:w="10" w:type="dxa"/>
          <w:right w:w="10" w:type="dxa"/>
        </w:tblCellMar>
        <w:tblLook w:val="04A0" w:firstRow="1" w:lastRow="0" w:firstColumn="1" w:lastColumn="0" w:noHBand="0" w:noVBand="1"/>
      </w:tblPr>
      <w:tblGrid>
        <w:gridCol w:w="2802"/>
        <w:gridCol w:w="2551"/>
        <w:gridCol w:w="4536"/>
      </w:tblGrid>
      <w:tr w:rsidR="00F8593E" w14:paraId="1A7E7228" w14:textId="77777777" w:rsidTr="00C83384">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215A80" w14:textId="77777777" w:rsidR="00F8593E" w:rsidRDefault="00F8593E" w:rsidP="00C83384">
            <w:pPr>
              <w:rPr>
                <w:rFonts w:ascii="Arial" w:hAnsi="Arial" w:cs="Arial"/>
                <w:b/>
                <w:bCs/>
                <w:sz w:val="20"/>
                <w:szCs w:val="20"/>
              </w:rPr>
            </w:pPr>
            <w:r>
              <w:rPr>
                <w:rFonts w:ascii="Arial" w:hAnsi="Arial" w:cs="Arial"/>
                <w:b/>
                <w:bCs/>
                <w:sz w:val="20"/>
                <w:szCs w:val="20"/>
              </w:rPr>
              <w:t xml:space="preserve">Totaal aantal aftrekpunten </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99C401" w14:textId="77777777" w:rsidR="00F8593E" w:rsidRDefault="00F8593E" w:rsidP="00C83384">
            <w:pPr>
              <w:rPr>
                <w:rFonts w:ascii="Arial" w:hAnsi="Arial" w:cs="Arial"/>
                <w:b/>
                <w:bCs/>
                <w:sz w:val="20"/>
                <w:szCs w:val="20"/>
              </w:rPr>
            </w:pPr>
            <w:r>
              <w:rPr>
                <w:rFonts w:ascii="Arial" w:hAnsi="Arial" w:cs="Arial"/>
                <w:b/>
                <w:bCs/>
                <w:sz w:val="20"/>
                <w:szCs w:val="20"/>
              </w:rPr>
              <w:t>Aantal oefeningen</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013C99" w14:textId="77777777" w:rsidR="00F8593E" w:rsidRDefault="00F8593E" w:rsidP="00C83384">
            <w:pPr>
              <w:rPr>
                <w:rFonts w:ascii="Arial" w:hAnsi="Arial" w:cs="Arial"/>
                <w:b/>
                <w:bCs/>
                <w:sz w:val="20"/>
                <w:szCs w:val="20"/>
              </w:rPr>
            </w:pPr>
            <w:r>
              <w:rPr>
                <w:rFonts w:ascii="Arial" w:hAnsi="Arial" w:cs="Arial"/>
                <w:b/>
                <w:bCs/>
                <w:sz w:val="20"/>
                <w:szCs w:val="20"/>
              </w:rPr>
              <w:t>Totaal aantal aftrekpunten / aantal oefeningen = totaal aftrek</w:t>
            </w:r>
          </w:p>
        </w:tc>
      </w:tr>
      <w:tr w:rsidR="00F8593E" w14:paraId="5522FF4A" w14:textId="77777777" w:rsidTr="00C83384">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E2153" w14:textId="77777777" w:rsidR="00F8593E" w:rsidRDefault="00F8593E" w:rsidP="00C83384">
            <w:pPr>
              <w:rPr>
                <w:rFonts w:ascii="Arial" w:hAnsi="Arial" w:cs="Arial"/>
                <w:b/>
                <w:bCs/>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816137" w14:textId="77777777" w:rsidR="00F8593E" w:rsidRDefault="00F8593E" w:rsidP="00C83384">
            <w:pPr>
              <w:rPr>
                <w:rFonts w:ascii="Arial" w:hAnsi="Arial" w:cs="Arial"/>
                <w:b/>
                <w:bCs/>
                <w:sz w:val="20"/>
                <w:szCs w:val="20"/>
              </w:rPr>
            </w:pPr>
          </w:p>
          <w:p w14:paraId="177B62C2" w14:textId="77777777" w:rsidR="00F8593E" w:rsidRDefault="00F8593E" w:rsidP="00C83384">
            <w:pPr>
              <w:rPr>
                <w:rFonts w:ascii="Arial" w:hAnsi="Arial" w:cs="Arial"/>
                <w:b/>
                <w:bCs/>
                <w:sz w:val="20"/>
                <w:szCs w:val="20"/>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8875FA" w14:textId="77777777" w:rsidR="00F8593E" w:rsidRDefault="00F8593E" w:rsidP="00C83384">
            <w:pPr>
              <w:rPr>
                <w:rFonts w:ascii="Arial" w:hAnsi="Arial" w:cs="Arial"/>
                <w:b/>
                <w:bCs/>
                <w:sz w:val="20"/>
                <w:szCs w:val="20"/>
              </w:rPr>
            </w:pPr>
          </w:p>
        </w:tc>
      </w:tr>
    </w:tbl>
    <w:p w14:paraId="3AA8A34F" w14:textId="77777777" w:rsidR="00F8593E" w:rsidRDefault="00F8593E" w:rsidP="00F8593E">
      <w:pPr>
        <w:jc w:val="right"/>
        <w:rPr>
          <w:rFonts w:ascii="Arial" w:hAnsi="Arial" w:cs="Arial"/>
          <w:b/>
          <w:sz w:val="20"/>
          <w:szCs w:val="20"/>
        </w:rPr>
      </w:pPr>
      <w:r>
        <w:rPr>
          <w:rFonts w:ascii="Arial" w:hAnsi="Arial" w:cs="Arial"/>
          <w:b/>
          <w:sz w:val="20"/>
          <w:szCs w:val="20"/>
        </w:rPr>
        <w:tab/>
      </w:r>
    </w:p>
    <w:p w14:paraId="728DD6FA" w14:textId="77777777" w:rsidR="00F8593E" w:rsidRDefault="00F8593E" w:rsidP="00F8593E">
      <w:pPr>
        <w:jc w:val="right"/>
        <w:rPr>
          <w:rFonts w:ascii="Arial" w:hAnsi="Arial" w:cs="Arial"/>
          <w:b/>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F8593E" w14:paraId="65B6345A" w14:textId="77777777" w:rsidTr="00C83384">
        <w:trPr>
          <w:trHeight w:val="271"/>
        </w:trPr>
        <w:tc>
          <w:tcPr>
            <w:tcW w:w="4650" w:type="dxa"/>
            <w:tcBorders>
              <w:right w:val="single" w:sz="4" w:space="0" w:color="auto"/>
            </w:tcBorders>
            <w:tcMar>
              <w:top w:w="0" w:type="dxa"/>
              <w:left w:w="108" w:type="dxa"/>
              <w:bottom w:w="0" w:type="dxa"/>
              <w:right w:w="108" w:type="dxa"/>
            </w:tcMar>
            <w:hideMark/>
          </w:tcPr>
          <w:p w14:paraId="467D2763" w14:textId="77777777" w:rsidR="00F8593E" w:rsidRDefault="00F8593E" w:rsidP="00C83384">
            <w:pPr>
              <w:jc w:val="right"/>
              <w:rPr>
                <w:rFonts w:ascii="Arial" w:hAnsi="Arial" w:cs="Arial"/>
                <w:b/>
                <w:bCs/>
                <w:sz w:val="20"/>
                <w:szCs w:val="20"/>
              </w:rPr>
            </w:pPr>
            <w:r w:rsidRPr="00517D4F">
              <w:rPr>
                <w:rFonts w:ascii="Arial" w:hAnsi="Arial" w:cs="Arial"/>
                <w:b/>
                <w:bCs/>
                <w:sz w:val="20"/>
                <w:szCs w:val="20"/>
              </w:rPr>
              <w:t>10 – totaal aftrek</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CD077" w14:textId="77777777" w:rsidR="00F8593E" w:rsidRDefault="00F8593E" w:rsidP="00C83384">
            <w:pPr>
              <w:rPr>
                <w:rFonts w:ascii="Arial" w:hAnsi="Arial" w:cs="Arial"/>
                <w:b/>
                <w:bCs/>
                <w:sz w:val="20"/>
                <w:szCs w:val="20"/>
              </w:rPr>
            </w:pPr>
          </w:p>
        </w:tc>
      </w:tr>
    </w:tbl>
    <w:p w14:paraId="1A0359B5" w14:textId="77777777" w:rsidR="00F8593E" w:rsidRDefault="00F8593E" w:rsidP="00F8593E">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D9535A5" w14:textId="77777777" w:rsidR="00F8593E" w:rsidRDefault="00F8593E" w:rsidP="00F8593E">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037B9F5" w14:textId="77777777" w:rsidR="00F8593E" w:rsidRDefault="00F8593E" w:rsidP="00F8593E">
      <w:pPr>
        <w:jc w:val="center"/>
        <w:rPr>
          <w:rFonts w:ascii="Arial" w:hAnsi="Arial" w:cs="Arial"/>
          <w:b/>
          <w:bCs/>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F8593E" w14:paraId="09A07AEB" w14:textId="77777777" w:rsidTr="00C83384">
        <w:trPr>
          <w:trHeight w:val="271"/>
        </w:trPr>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E5BCA0" w14:textId="77777777" w:rsidR="00F8593E" w:rsidRDefault="00F8593E" w:rsidP="00C83384">
            <w:pPr>
              <w:rPr>
                <w:rFonts w:ascii="Arial" w:hAnsi="Arial" w:cs="Arial"/>
                <w:b/>
                <w:bCs/>
                <w:sz w:val="20"/>
                <w:szCs w:val="20"/>
              </w:rPr>
            </w:pPr>
            <w:r>
              <w:rPr>
                <w:rFonts w:ascii="Arial" w:hAnsi="Arial" w:cs="Arial"/>
                <w:b/>
                <w:bCs/>
                <w:sz w:val="20"/>
                <w:szCs w:val="20"/>
              </w:rPr>
              <w:t>Aftrekpunten voor vallen</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82310C" w14:textId="77777777" w:rsidR="00F8593E" w:rsidRDefault="00F8593E" w:rsidP="00C83384">
            <w:pPr>
              <w:rPr>
                <w:rFonts w:ascii="Arial" w:hAnsi="Arial" w:cs="Arial"/>
                <w:b/>
                <w:bCs/>
                <w:sz w:val="20"/>
                <w:szCs w:val="20"/>
              </w:rPr>
            </w:pPr>
          </w:p>
        </w:tc>
      </w:tr>
    </w:tbl>
    <w:p w14:paraId="6C984FE0" w14:textId="77777777" w:rsidR="00F8593E" w:rsidRDefault="00F8593E" w:rsidP="00F8593E">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2A3D41A8" w14:textId="77777777" w:rsidR="00F8593E" w:rsidRDefault="00F8593E" w:rsidP="00F8593E">
      <w:pPr>
        <w:rPr>
          <w:rFonts w:ascii="Arial" w:hAnsi="Arial" w:cs="Arial"/>
          <w:b/>
          <w:bCs/>
          <w:sz w:val="20"/>
          <w:szCs w:val="20"/>
        </w:rPr>
      </w:pPr>
    </w:p>
    <w:tbl>
      <w:tblPr>
        <w:tblpPr w:leftFromText="141" w:rightFromText="141" w:vertAnchor="text" w:horzAnchor="margin" w:tblpXSpec="right" w:tblpY="-37"/>
        <w:tblW w:w="4077" w:type="dxa"/>
        <w:tblCellMar>
          <w:left w:w="10" w:type="dxa"/>
          <w:right w:w="10" w:type="dxa"/>
        </w:tblCellMar>
        <w:tblLook w:val="04A0" w:firstRow="1" w:lastRow="0" w:firstColumn="1" w:lastColumn="0" w:noHBand="0" w:noVBand="1"/>
      </w:tblPr>
      <w:tblGrid>
        <w:gridCol w:w="2802"/>
        <w:gridCol w:w="1275"/>
      </w:tblGrid>
      <w:tr w:rsidR="00F8593E" w14:paraId="7C4EFA94" w14:textId="77777777" w:rsidTr="00C83384">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0C987C" w14:textId="77777777" w:rsidR="00F8593E" w:rsidRDefault="00F8593E" w:rsidP="00C83384">
            <w:pPr>
              <w:rPr>
                <w:rFonts w:ascii="Arial" w:hAnsi="Arial" w:cs="Arial"/>
                <w:b/>
                <w:bCs/>
                <w:sz w:val="20"/>
                <w:szCs w:val="20"/>
              </w:rPr>
            </w:pPr>
            <w:r>
              <w:rPr>
                <w:rFonts w:ascii="Arial" w:hAnsi="Arial" w:cs="Arial"/>
                <w:b/>
                <w:bCs/>
                <w:sz w:val="20"/>
                <w:szCs w:val="20"/>
              </w:rPr>
              <w:t>Cijfer uitvoering (100%)</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28756" w14:textId="77777777" w:rsidR="00F8593E" w:rsidRDefault="00F8593E" w:rsidP="00C83384">
            <w:pPr>
              <w:rPr>
                <w:rFonts w:ascii="Arial" w:hAnsi="Arial" w:cs="Arial"/>
                <w:b/>
                <w:bCs/>
                <w:sz w:val="20"/>
                <w:szCs w:val="20"/>
              </w:rPr>
            </w:pPr>
          </w:p>
        </w:tc>
      </w:tr>
    </w:tbl>
    <w:p w14:paraId="7CF00835" w14:textId="77777777" w:rsidR="00F8593E" w:rsidRDefault="00F8593E" w:rsidP="00F8593E">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A9CC553" w14:textId="77777777" w:rsidR="00287FCB" w:rsidRDefault="00287FCB" w:rsidP="00287FC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7B4AD18C" w14:textId="77777777" w:rsidR="00287FCB" w:rsidRDefault="00287FCB" w:rsidP="00287FC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287FCB" w14:paraId="522357F5" w14:textId="77777777" w:rsidTr="00287FCB">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5E43F" w14:textId="77777777" w:rsidR="00287FCB" w:rsidRDefault="00287FCB">
            <w:pPr>
              <w:rPr>
                <w:rFonts w:ascii="Arial" w:hAnsi="Arial" w:cs="Arial"/>
                <w:b/>
                <w:sz w:val="20"/>
                <w:szCs w:val="20"/>
              </w:rPr>
            </w:pPr>
            <w:r>
              <w:rPr>
                <w:rFonts w:ascii="Arial" w:hAnsi="Arial" w:cs="Arial"/>
                <w:b/>
                <w:sz w:val="20"/>
                <w:szCs w:val="20"/>
              </w:rPr>
              <w:br/>
              <w:t xml:space="preserve">Techniek </w:t>
            </w:r>
            <w:r w:rsidR="00B8525F">
              <w:rPr>
                <w:rFonts w:ascii="Arial" w:hAnsi="Arial" w:cs="Arial"/>
                <w:b/>
                <w:sz w:val="20"/>
                <w:szCs w:val="20"/>
              </w:rPr>
              <w:t>cijfer</w:t>
            </w:r>
          </w:p>
          <w:p w14:paraId="7A21E614" w14:textId="77777777" w:rsidR="00287FCB" w:rsidRDefault="00287FCB">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47905" w14:textId="77777777" w:rsidR="00287FCB" w:rsidRDefault="00287FCB">
            <w:pPr>
              <w:rPr>
                <w:rFonts w:ascii="Arial" w:hAnsi="Arial" w:cs="Arial"/>
                <w:sz w:val="20"/>
                <w:szCs w:val="20"/>
              </w:rPr>
            </w:pPr>
          </w:p>
        </w:tc>
      </w:tr>
    </w:tbl>
    <w:p w14:paraId="30F2331D" w14:textId="77777777" w:rsidR="00A74337" w:rsidRDefault="00A74337" w:rsidP="00A74337">
      <w:pPr>
        <w:rPr>
          <w:rFonts w:ascii="Arial" w:hAnsi="Arial" w:cs="Arial"/>
          <w:b/>
          <w:bCs/>
          <w:sz w:val="20"/>
          <w:szCs w:val="20"/>
        </w:rPr>
      </w:pPr>
    </w:p>
    <w:p w14:paraId="569FAE0F" w14:textId="77777777" w:rsidR="00A74337" w:rsidRDefault="00A74337" w:rsidP="00A7433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8272" behindDoc="0" locked="0" layoutInCell="1" allowOverlap="1" wp14:anchorId="0695D866" wp14:editId="3D9B7189">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BCAF912" id="Line 23" o:spid="_x0000_s1026" type="#_x0000_t32" style="position:absolute;margin-left:-43.25pt;margin-top:3.05pt;width:558pt;height:0;z-index:2516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46E55D13" w14:textId="77777777" w:rsidR="00A74337" w:rsidRDefault="00A74337" w:rsidP="00A74337">
      <w:pPr>
        <w:rPr>
          <w:rFonts w:ascii="Arial" w:hAnsi="Arial" w:cs="Arial"/>
          <w:b/>
          <w:bCs/>
          <w:sz w:val="20"/>
          <w:szCs w:val="20"/>
        </w:rPr>
      </w:pPr>
    </w:p>
    <w:p w14:paraId="683083C2" w14:textId="77777777" w:rsidR="00A74337" w:rsidRDefault="00A74337" w:rsidP="00A74337">
      <w:pPr>
        <w:rPr>
          <w:rFonts w:ascii="Arial" w:hAnsi="Arial" w:cs="Arial"/>
          <w:b/>
          <w:bCs/>
          <w:sz w:val="20"/>
          <w:szCs w:val="20"/>
        </w:rPr>
      </w:pPr>
      <w:r>
        <w:rPr>
          <w:rFonts w:ascii="Arial" w:hAnsi="Arial" w:cs="Arial"/>
          <w:b/>
          <w:bCs/>
          <w:sz w:val="20"/>
          <w:szCs w:val="20"/>
        </w:rPr>
        <w:br/>
      </w:r>
    </w:p>
    <w:p w14:paraId="719B7739" w14:textId="7F28BBF2" w:rsidR="00A74337" w:rsidRDefault="00A74337" w:rsidP="00866CF4">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3392"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E4A24F1" id="Line 24" o:spid="_x0000_s1026" type="#_x0000_t32" style="position:absolute;margin-left:342pt;margin-top:7pt;width:117pt;height:0;z-index:251643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C57B2A">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p>
    <w:p w14:paraId="7439C35C" w14:textId="014E8FC8"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971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610038" id="Rechte verbindingslijn 61" o:spid="_x0000_s1026" style="position:absolute;z-index:251699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B8591D">
        <w:rPr>
          <w:rFonts w:ascii="Arial" w:hAnsi="Arial" w:cs="Arial"/>
          <w:b/>
          <w:sz w:val="28"/>
          <w:szCs w:val="28"/>
        </w:rPr>
        <w:t>L</w:t>
      </w:r>
      <w:r w:rsidR="000A7A50">
        <w:rPr>
          <w:rFonts w:ascii="Arial" w:hAnsi="Arial" w:cs="Arial"/>
          <w:b/>
          <w:sz w:val="28"/>
          <w:szCs w:val="28"/>
        </w:rPr>
        <w:t xml:space="preserve"> </w:t>
      </w:r>
      <w:r w:rsidR="000A7A50">
        <w:rPr>
          <w:rFonts w:ascii="Arial" w:hAnsi="Arial" w:cs="Arial"/>
          <w:b/>
          <w:sz w:val="28"/>
          <w:szCs w:val="28"/>
        </w:rPr>
        <w:fldChar w:fldCharType="begin"/>
      </w:r>
      <w:r w:rsidR="000A7A50">
        <w:rPr>
          <w:rFonts w:ascii="Arial" w:hAnsi="Arial" w:cs="Arial"/>
          <w:b/>
          <w:sz w:val="28"/>
          <w:szCs w:val="28"/>
        </w:rPr>
        <w:instrText xml:space="preserve"> MERGEFIELD HC </w:instrText>
      </w:r>
      <w:r w:rsidR="000A7A50">
        <w:rPr>
          <w:rFonts w:ascii="Arial" w:hAnsi="Arial" w:cs="Arial"/>
          <w:b/>
          <w:sz w:val="28"/>
          <w:szCs w:val="28"/>
        </w:rPr>
        <w:fldChar w:fldCharType="separate"/>
      </w:r>
      <w:r w:rsidR="00C57B2A">
        <w:rPr>
          <w:rFonts w:ascii="Arial" w:hAnsi="Arial" w:cs="Arial"/>
          <w:b/>
          <w:noProof/>
          <w:sz w:val="28"/>
          <w:szCs w:val="28"/>
        </w:rPr>
        <w:t>«HC»</w:t>
      </w:r>
      <w:r w:rsidR="000A7A50">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C57B2A">
        <w:rPr>
          <w:rFonts w:ascii="Arial" w:hAnsi="Arial" w:cs="Arial"/>
          <w:b/>
          <w:noProof/>
          <w:sz w:val="28"/>
          <w:szCs w:val="28"/>
        </w:rPr>
        <w:t>«startnr»</w:t>
      </w:r>
      <w:r>
        <w:rPr>
          <w:rFonts w:ascii="Arial" w:hAnsi="Arial" w:cs="Arial"/>
          <w:b/>
          <w:sz w:val="28"/>
          <w:szCs w:val="28"/>
        </w:rPr>
        <w:fldChar w:fldCharType="end"/>
      </w:r>
    </w:p>
    <w:p w14:paraId="670891C9"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35D27" w14:paraId="6A97410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ECDC57A" w14:textId="77777777" w:rsidR="00935D27" w:rsidRDefault="00935D27" w:rsidP="00935D2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1DC405" w14:textId="30F94367" w:rsidR="00935D27" w:rsidRDefault="00B83733"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C57B2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BF5C077" w14:textId="77777777" w:rsidR="00935D27" w:rsidRDefault="00935D27" w:rsidP="00935D2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DE58E76" w14:textId="77777777" w:rsidR="00935D27" w:rsidRDefault="00935D27" w:rsidP="00935D27">
            <w:pPr>
              <w:rPr>
                <w:color w:val="FF0000"/>
              </w:rPr>
            </w:pPr>
            <w:r>
              <w:rPr>
                <w:rFonts w:ascii="Arial" w:hAnsi="Arial" w:cs="Arial"/>
                <w:b/>
                <w:bCs/>
                <w:sz w:val="20"/>
                <w:szCs w:val="20"/>
              </w:rPr>
              <w:t>Lidnr.*</w:t>
            </w:r>
            <w:r>
              <w:rPr>
                <w:rFonts w:ascii="Arial" w:hAnsi="Arial" w:cs="Arial"/>
                <w:b/>
                <w:bCs/>
                <w:sz w:val="20"/>
                <w:szCs w:val="20"/>
              </w:rPr>
              <w:t> </w:t>
            </w:r>
          </w:p>
        </w:tc>
      </w:tr>
      <w:tr w:rsidR="00935D27" w14:paraId="676AD91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7A65C45"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42E9BC8" w14:textId="3E8A4823"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C57B2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B1B23E5" w14:textId="6AB83096" w:rsidR="00935D27" w:rsidRDefault="00935D27" w:rsidP="00935D2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C57B2A">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B3CD2AB" w14:textId="75FEEEAD" w:rsidR="00935D27" w:rsidRDefault="00935D27" w:rsidP="00935D2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C57B2A">
              <w:rPr>
                <w:rFonts w:ascii="Arial" w:hAnsi="Arial" w:cs="Arial"/>
                <w:b/>
                <w:bCs/>
                <w:noProof/>
                <w:sz w:val="20"/>
                <w:szCs w:val="20"/>
              </w:rPr>
              <w:t>«nr_voltigeur»</w:t>
            </w:r>
            <w:r>
              <w:rPr>
                <w:rFonts w:ascii="Arial" w:hAnsi="Arial" w:cs="Arial"/>
                <w:b/>
                <w:bCs/>
                <w:sz w:val="20"/>
                <w:szCs w:val="20"/>
              </w:rPr>
              <w:fldChar w:fldCharType="end"/>
            </w:r>
          </w:p>
        </w:tc>
      </w:tr>
      <w:tr w:rsidR="00935D27" w14:paraId="719692B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91721A6" w14:textId="77777777" w:rsidR="00935D27" w:rsidRDefault="00935D27" w:rsidP="00935D2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7728C0F" w14:textId="2E832821"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C57B2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740279"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D8FD2CB"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25EC04F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887F9BC" w14:textId="77777777" w:rsidR="00935D27" w:rsidRDefault="00935D27" w:rsidP="00935D2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384670E" w14:textId="2E662F38"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C57B2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972620C"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542837A8"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04922D5C"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A867461" w14:textId="77777777" w:rsidR="00935D27" w:rsidRDefault="00935D27" w:rsidP="00935D2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32B9D7B" w14:textId="7A86814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C57B2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B455544" w14:textId="77777777" w:rsidR="00935D27" w:rsidRDefault="00935D27" w:rsidP="00935D2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DE50CE3"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72C2B9E"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r w:rsidR="00935D27" w14:paraId="71D50CC4"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6E2D78B" w14:textId="77777777" w:rsidR="00935D27" w:rsidRDefault="00935D27" w:rsidP="00935D2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773E761" w14:textId="3700843C"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C57B2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480660E" w14:textId="01FBF7B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C57B2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CD7FDA1" w14:textId="77777777" w:rsidR="00935D27" w:rsidRDefault="00935D27" w:rsidP="00935D27"/>
        </w:tc>
        <w:tc>
          <w:tcPr>
            <w:tcW w:w="989" w:type="dxa"/>
            <w:tcBorders>
              <w:top w:val="single" w:sz="4" w:space="0" w:color="000000"/>
              <w:left w:val="dotted" w:sz="4" w:space="0" w:color="000000"/>
              <w:bottom w:val="single" w:sz="4" w:space="0" w:color="000000"/>
              <w:right w:val="single" w:sz="4" w:space="0" w:color="000000"/>
            </w:tcBorders>
            <w:hideMark/>
          </w:tcPr>
          <w:p w14:paraId="4529DB76" w14:textId="77777777" w:rsidR="00935D27" w:rsidRDefault="00935D27" w:rsidP="00935D27">
            <w:pPr>
              <w:rPr>
                <w:rFonts w:ascii="Arial" w:hAnsi="Arial" w:cs="Arial"/>
                <w:b/>
                <w:bCs/>
                <w:sz w:val="20"/>
                <w:szCs w:val="20"/>
              </w:rPr>
            </w:pPr>
            <w:r>
              <w:rPr>
                <w:rFonts w:ascii="Arial" w:hAnsi="Arial" w:cs="Arial"/>
                <w:b/>
                <w:bCs/>
                <w:sz w:val="20"/>
                <w:szCs w:val="20"/>
              </w:rPr>
              <w:t xml:space="preserve"> </w:t>
            </w:r>
          </w:p>
        </w:tc>
      </w:tr>
    </w:tbl>
    <w:p w14:paraId="15579F4F" w14:textId="77777777" w:rsidR="00A74337" w:rsidRDefault="00A74337" w:rsidP="00A74337">
      <w:pPr>
        <w:rPr>
          <w:rFonts w:ascii="Arial" w:hAnsi="Arial" w:cs="Arial"/>
          <w:b/>
          <w:bCs/>
          <w:sz w:val="20"/>
          <w:szCs w:val="20"/>
        </w:rPr>
      </w:pPr>
      <w:r>
        <w:rPr>
          <w:rFonts w:ascii="Arial" w:hAnsi="Arial" w:cs="Arial"/>
          <w:b/>
          <w:bCs/>
          <w:sz w:val="20"/>
          <w:szCs w:val="20"/>
        </w:rPr>
        <w:tab/>
      </w:r>
    </w:p>
    <w:p w14:paraId="5D8766F3" w14:textId="77777777" w:rsidR="00A74337" w:rsidRDefault="00A74337" w:rsidP="00A74337">
      <w:pPr>
        <w:rPr>
          <w:rFonts w:ascii="Arial" w:hAnsi="Arial" w:cs="Arial"/>
          <w:b/>
          <w:bCs/>
          <w:sz w:val="20"/>
          <w:szCs w:val="20"/>
        </w:rPr>
      </w:pPr>
    </w:p>
    <w:p w14:paraId="2E855C88" w14:textId="77777777" w:rsidR="00A74337" w:rsidRDefault="00A74337" w:rsidP="00A74337">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667EA1" w14:paraId="7B4B5B7A"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3BA898" w14:textId="77777777" w:rsidR="00667EA1" w:rsidRDefault="00667EA1" w:rsidP="00667EA1">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BFAB3C" w14:textId="77777777" w:rsidR="00667EA1" w:rsidRDefault="00667EA1" w:rsidP="00667EA1">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18D25F" w14:textId="77777777" w:rsidR="00667EA1" w:rsidRDefault="00667EA1" w:rsidP="00667EA1">
            <w:pPr>
              <w:jc w:val="center"/>
              <w:rPr>
                <w:rFonts w:ascii="Arial" w:hAnsi="Arial" w:cs="Arial"/>
                <w:b/>
                <w:bCs/>
                <w:sz w:val="20"/>
                <w:szCs w:val="20"/>
              </w:rPr>
            </w:pPr>
            <w:r>
              <w:rPr>
                <w:rFonts w:ascii="Arial" w:hAnsi="Arial" w:cs="Arial"/>
                <w:b/>
                <w:bCs/>
                <w:sz w:val="20"/>
                <w:szCs w:val="20"/>
              </w:rPr>
              <w:t>Cijfer</w:t>
            </w:r>
          </w:p>
        </w:tc>
      </w:tr>
      <w:tr w:rsidR="00B8591D" w14:paraId="556793AF"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0156C7" w14:textId="77777777" w:rsidR="00B8591D" w:rsidRDefault="00B8591D" w:rsidP="00B8591D">
            <w:pPr>
              <w:rPr>
                <w:rFonts w:ascii="Arial" w:hAnsi="Arial" w:cs="Arial"/>
                <w:b/>
                <w:bCs/>
                <w:sz w:val="20"/>
                <w:szCs w:val="20"/>
              </w:rPr>
            </w:pPr>
            <w:r>
              <w:rPr>
                <w:rFonts w:ascii="Arial" w:hAnsi="Arial" w:cs="Arial"/>
                <w:b/>
                <w:bCs/>
                <w:sz w:val="20"/>
                <w:szCs w:val="20"/>
              </w:rPr>
              <w:t>Opsprong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6AC2B8" w14:textId="77777777" w:rsidR="00B8591D" w:rsidRDefault="00B8591D" w:rsidP="00B8591D">
            <w:pPr>
              <w:rPr>
                <w:rFonts w:ascii="Arial" w:hAnsi="Arial" w:cs="Arial"/>
                <w:b/>
                <w:bCs/>
                <w:sz w:val="20"/>
                <w:szCs w:val="20"/>
              </w:rPr>
            </w:pPr>
          </w:p>
          <w:p w14:paraId="6DBCF00C"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51E916" w14:textId="77777777" w:rsidR="00B8591D" w:rsidRDefault="00B8591D" w:rsidP="00B8591D">
            <w:pPr>
              <w:rPr>
                <w:rFonts w:ascii="Arial" w:hAnsi="Arial" w:cs="Arial"/>
                <w:b/>
                <w:bCs/>
                <w:sz w:val="20"/>
                <w:szCs w:val="20"/>
              </w:rPr>
            </w:pPr>
          </w:p>
        </w:tc>
      </w:tr>
      <w:tr w:rsidR="00B8591D" w14:paraId="74E77923"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997E3D" w14:textId="77777777" w:rsidR="00B8591D" w:rsidRDefault="00B8591D" w:rsidP="00B8591D">
            <w:pPr>
              <w:rPr>
                <w:rFonts w:ascii="Arial" w:hAnsi="Arial" w:cs="Arial"/>
                <w:b/>
                <w:bCs/>
                <w:sz w:val="20"/>
                <w:szCs w:val="20"/>
              </w:rPr>
            </w:pPr>
            <w:r>
              <w:rPr>
                <w:rFonts w:ascii="Arial" w:hAnsi="Arial" w:cs="Arial"/>
                <w:b/>
                <w:bCs/>
                <w:sz w:val="20"/>
                <w:szCs w:val="20"/>
              </w:rPr>
              <w:t xml:space="preserve">Vrije zit </w:t>
            </w:r>
          </w:p>
          <w:p w14:paraId="788C9F95" w14:textId="77777777" w:rsidR="00B8591D" w:rsidRDefault="00B8591D" w:rsidP="00B8591D">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D30486"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61758D" w14:textId="77777777" w:rsidR="00B8591D" w:rsidRDefault="00B8591D" w:rsidP="00B8591D">
            <w:pPr>
              <w:rPr>
                <w:rFonts w:ascii="Arial" w:hAnsi="Arial" w:cs="Arial"/>
                <w:b/>
                <w:bCs/>
                <w:sz w:val="20"/>
                <w:szCs w:val="20"/>
              </w:rPr>
            </w:pPr>
          </w:p>
        </w:tc>
      </w:tr>
      <w:tr w:rsidR="00B8591D" w14:paraId="63A418B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1F2887" w14:textId="77777777" w:rsidR="00B8591D" w:rsidRDefault="00B8591D" w:rsidP="00B8591D">
            <w:pPr>
              <w:rPr>
                <w:rFonts w:ascii="Arial" w:hAnsi="Arial" w:cs="Arial"/>
                <w:b/>
                <w:bCs/>
                <w:sz w:val="20"/>
                <w:szCs w:val="20"/>
              </w:rPr>
            </w:pPr>
            <w:r>
              <w:rPr>
                <w:rFonts w:ascii="Arial" w:hAnsi="Arial" w:cs="Arial"/>
                <w:b/>
                <w:bCs/>
                <w:sz w:val="20"/>
                <w:szCs w:val="20"/>
              </w:rPr>
              <w:t>L-vlag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62A3C7" w14:textId="77777777" w:rsidR="00B8591D" w:rsidRDefault="00B8591D" w:rsidP="00B8591D">
            <w:pPr>
              <w:rPr>
                <w:rFonts w:ascii="Arial" w:hAnsi="Arial" w:cs="Arial"/>
                <w:b/>
                <w:bCs/>
                <w:sz w:val="20"/>
                <w:szCs w:val="20"/>
              </w:rPr>
            </w:pPr>
          </w:p>
          <w:p w14:paraId="7831CFF2"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038222" w14:textId="77777777" w:rsidR="00B8591D" w:rsidRDefault="00B8591D" w:rsidP="00B8591D">
            <w:pPr>
              <w:rPr>
                <w:rFonts w:ascii="Arial" w:hAnsi="Arial" w:cs="Arial"/>
                <w:b/>
                <w:bCs/>
                <w:sz w:val="20"/>
                <w:szCs w:val="20"/>
              </w:rPr>
            </w:pPr>
          </w:p>
        </w:tc>
      </w:tr>
      <w:tr w:rsidR="00B8591D" w14:paraId="1F3EE6B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54C719" w14:textId="77777777" w:rsidR="00B8591D" w:rsidRDefault="00B8591D" w:rsidP="00B8591D">
            <w:pPr>
              <w:rPr>
                <w:rFonts w:ascii="Arial" w:hAnsi="Arial" w:cs="Arial"/>
                <w:b/>
                <w:bCs/>
                <w:sz w:val="20"/>
                <w:szCs w:val="20"/>
              </w:rPr>
            </w:pPr>
            <w:r>
              <w:rPr>
                <w:rFonts w:ascii="Arial" w:hAnsi="Arial" w:cs="Arial"/>
                <w:b/>
                <w:bCs/>
                <w:sz w:val="20"/>
                <w:szCs w:val="20"/>
              </w:rPr>
              <w:t>Staan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66E0C6" w14:textId="77777777" w:rsidR="00B8591D" w:rsidRDefault="00B8591D" w:rsidP="00B8591D">
            <w:pPr>
              <w:rPr>
                <w:rFonts w:ascii="Arial" w:hAnsi="Arial" w:cs="Arial"/>
                <w:b/>
                <w:bCs/>
                <w:sz w:val="20"/>
                <w:szCs w:val="20"/>
              </w:rPr>
            </w:pPr>
          </w:p>
          <w:p w14:paraId="69C9EBD6"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695DC4" w14:textId="77777777" w:rsidR="00B8591D" w:rsidRDefault="00B8591D" w:rsidP="00B8591D">
            <w:pPr>
              <w:rPr>
                <w:rFonts w:ascii="Arial" w:hAnsi="Arial" w:cs="Arial"/>
                <w:b/>
                <w:bCs/>
                <w:sz w:val="20"/>
                <w:szCs w:val="20"/>
              </w:rPr>
            </w:pPr>
          </w:p>
        </w:tc>
      </w:tr>
      <w:tr w:rsidR="00B8591D" w14:paraId="7961B69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2500E0" w14:textId="77777777" w:rsidR="00B8591D" w:rsidRDefault="00B8591D" w:rsidP="00B8591D">
            <w:pPr>
              <w:rPr>
                <w:rFonts w:ascii="Arial" w:hAnsi="Arial" w:cs="Arial"/>
                <w:b/>
                <w:bCs/>
                <w:sz w:val="20"/>
                <w:szCs w:val="20"/>
              </w:rPr>
            </w:pPr>
            <w:r>
              <w:rPr>
                <w:rFonts w:ascii="Arial" w:hAnsi="Arial" w:cs="Arial"/>
                <w:b/>
                <w:bCs/>
                <w:sz w:val="20"/>
                <w:szCs w:val="20"/>
              </w:rPr>
              <w:t>Voorwaarts opzwaaien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F636B" w14:textId="77777777" w:rsidR="00B8591D" w:rsidRDefault="00B8591D" w:rsidP="00B8591D">
            <w:pPr>
              <w:rPr>
                <w:rFonts w:ascii="Arial" w:hAnsi="Arial" w:cs="Arial"/>
                <w:b/>
                <w:bCs/>
                <w:sz w:val="20"/>
                <w:szCs w:val="20"/>
              </w:rPr>
            </w:pPr>
          </w:p>
          <w:p w14:paraId="2EB5FC1B"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95516E" w14:textId="77777777" w:rsidR="00B8591D" w:rsidRDefault="00B8591D" w:rsidP="00B8591D">
            <w:pPr>
              <w:rPr>
                <w:rFonts w:ascii="Arial" w:hAnsi="Arial" w:cs="Arial"/>
                <w:b/>
                <w:bCs/>
                <w:sz w:val="20"/>
                <w:szCs w:val="20"/>
              </w:rPr>
            </w:pPr>
          </w:p>
        </w:tc>
      </w:tr>
      <w:tr w:rsidR="00B8591D" w14:paraId="66774EFB"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A6793A" w14:textId="77777777" w:rsidR="00B8591D" w:rsidRDefault="00B8591D" w:rsidP="00B8591D">
            <w:pPr>
              <w:rPr>
                <w:rFonts w:ascii="Arial" w:hAnsi="Arial" w:cs="Arial"/>
                <w:b/>
                <w:bCs/>
                <w:sz w:val="20"/>
                <w:szCs w:val="20"/>
              </w:rPr>
            </w:pPr>
            <w:r>
              <w:rPr>
                <w:rFonts w:ascii="Arial" w:hAnsi="Arial" w:cs="Arial"/>
                <w:b/>
                <w:bCs/>
                <w:sz w:val="20"/>
                <w:szCs w:val="20"/>
              </w:rPr>
              <w:t xml:space="preserve">Halve molen </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856CBA" w14:textId="77777777" w:rsidR="00B8591D" w:rsidRDefault="00B8591D" w:rsidP="00B8591D">
            <w:pPr>
              <w:rPr>
                <w:rFonts w:ascii="Arial" w:hAnsi="Arial" w:cs="Arial"/>
                <w:b/>
                <w:bCs/>
                <w:sz w:val="20"/>
                <w:szCs w:val="20"/>
              </w:rPr>
            </w:pPr>
          </w:p>
          <w:p w14:paraId="26A9006D"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821BF5" w14:textId="77777777" w:rsidR="00B8591D" w:rsidRDefault="00B8591D" w:rsidP="00B8591D">
            <w:pPr>
              <w:rPr>
                <w:rFonts w:ascii="Arial" w:hAnsi="Arial" w:cs="Arial"/>
                <w:b/>
                <w:bCs/>
                <w:sz w:val="20"/>
                <w:szCs w:val="20"/>
              </w:rPr>
            </w:pPr>
          </w:p>
        </w:tc>
      </w:tr>
      <w:tr w:rsidR="00B8591D" w14:paraId="22FC2C05"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1DF03E" w14:textId="77777777" w:rsidR="00B8591D" w:rsidRDefault="00B8591D" w:rsidP="00B8591D">
            <w:pPr>
              <w:rPr>
                <w:rFonts w:ascii="Arial" w:hAnsi="Arial" w:cs="Arial"/>
                <w:b/>
                <w:bCs/>
                <w:sz w:val="20"/>
                <w:szCs w:val="20"/>
              </w:rPr>
            </w:pPr>
            <w:r>
              <w:rPr>
                <w:rFonts w:ascii="Arial" w:hAnsi="Arial" w:cs="Arial"/>
                <w:b/>
                <w:bCs/>
                <w:sz w:val="20"/>
                <w:szCs w:val="20"/>
              </w:rPr>
              <w:t>Achterwaarts opzwaaien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963412"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585D32" w14:textId="77777777" w:rsidR="00B8591D" w:rsidRDefault="00B8591D" w:rsidP="00B8591D">
            <w:pPr>
              <w:rPr>
                <w:rFonts w:ascii="Arial" w:hAnsi="Arial" w:cs="Arial"/>
                <w:b/>
                <w:bCs/>
                <w:sz w:val="20"/>
                <w:szCs w:val="20"/>
              </w:rPr>
            </w:pPr>
          </w:p>
        </w:tc>
      </w:tr>
      <w:tr w:rsidR="00B8591D" w14:paraId="286E52C2" w14:textId="77777777" w:rsidTr="00937EA6">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318206" w14:textId="77777777" w:rsidR="00B8591D" w:rsidRDefault="00B8591D" w:rsidP="00B8591D">
            <w:pPr>
              <w:rPr>
                <w:rFonts w:ascii="Arial" w:hAnsi="Arial" w:cs="Arial"/>
                <w:b/>
                <w:bCs/>
                <w:sz w:val="20"/>
                <w:szCs w:val="20"/>
              </w:rPr>
            </w:pPr>
            <w:r>
              <w:rPr>
                <w:rFonts w:ascii="Arial" w:hAnsi="Arial" w:cs="Arial"/>
                <w:b/>
                <w:bCs/>
                <w:sz w:val="20"/>
                <w:szCs w:val="20"/>
              </w:rPr>
              <w:t>Binnenwaartse afsprong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560196" w14:textId="77777777" w:rsidR="00B8591D" w:rsidRDefault="00B8591D" w:rsidP="00B8591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87B66E" w14:textId="77777777" w:rsidR="00B8591D" w:rsidRDefault="00B8591D" w:rsidP="00B8591D">
            <w:pPr>
              <w:rPr>
                <w:rFonts w:ascii="Arial" w:hAnsi="Arial" w:cs="Arial"/>
                <w:b/>
                <w:bCs/>
                <w:sz w:val="20"/>
                <w:szCs w:val="20"/>
              </w:rPr>
            </w:pPr>
          </w:p>
        </w:tc>
      </w:tr>
    </w:tbl>
    <w:p w14:paraId="2B69AA2E" w14:textId="77777777" w:rsidR="00A74337" w:rsidRDefault="00A74337" w:rsidP="00A74337">
      <w:pPr>
        <w:rPr>
          <w:rFonts w:ascii="Arial" w:hAnsi="Arial" w:cs="Arial"/>
          <w:b/>
          <w:bCs/>
          <w:sz w:val="20"/>
          <w:szCs w:val="20"/>
        </w:rPr>
      </w:pPr>
    </w:p>
    <w:p w14:paraId="0FB2680D"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76"/>
        <w:tblW w:w="1384" w:type="dxa"/>
        <w:tblCellMar>
          <w:left w:w="10" w:type="dxa"/>
          <w:right w:w="10" w:type="dxa"/>
        </w:tblCellMar>
        <w:tblLook w:val="04A0" w:firstRow="1" w:lastRow="0" w:firstColumn="1" w:lastColumn="0" w:noHBand="0" w:noVBand="1"/>
      </w:tblPr>
      <w:tblGrid>
        <w:gridCol w:w="1384"/>
      </w:tblGrid>
      <w:tr w:rsidR="00667EA1" w14:paraId="40255256" w14:textId="77777777" w:rsidTr="00667EA1">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E7D2F" w14:textId="77777777" w:rsidR="00667EA1" w:rsidRDefault="00667EA1" w:rsidP="00667EA1">
            <w:pPr>
              <w:rPr>
                <w:rFonts w:ascii="Arial" w:hAnsi="Arial" w:cs="Arial"/>
                <w:b/>
                <w:bCs/>
                <w:sz w:val="20"/>
                <w:szCs w:val="20"/>
              </w:rPr>
            </w:pPr>
          </w:p>
        </w:tc>
      </w:tr>
    </w:tbl>
    <w:p w14:paraId="72D4740C" w14:textId="77777777" w:rsidR="00A74337" w:rsidRDefault="00A74337" w:rsidP="00A74337">
      <w:pPr>
        <w:jc w:val="right"/>
        <w:rPr>
          <w:rFonts w:ascii="Arial" w:hAnsi="Arial" w:cs="Arial"/>
          <w:b/>
          <w:bCs/>
          <w:sz w:val="20"/>
          <w:szCs w:val="20"/>
        </w:rPr>
      </w:pPr>
    </w:p>
    <w:p w14:paraId="5B74E326" w14:textId="77777777" w:rsidR="00A74337" w:rsidRDefault="00A74337" w:rsidP="00A74337">
      <w:pPr>
        <w:jc w:val="center"/>
        <w:rPr>
          <w:rFonts w:ascii="Arial" w:hAnsi="Arial" w:cs="Arial"/>
          <w:b/>
          <w:bCs/>
          <w:sz w:val="20"/>
          <w:szCs w:val="20"/>
        </w:rPr>
      </w:pPr>
      <w:r>
        <w:rPr>
          <w:rFonts w:ascii="Arial" w:hAnsi="Arial" w:cs="Arial"/>
          <w:b/>
          <w:bCs/>
          <w:sz w:val="20"/>
          <w:szCs w:val="20"/>
        </w:rPr>
        <w:t xml:space="preserve">                                                                       Totaal van de verplichte oefeningen</w:t>
      </w:r>
    </w:p>
    <w:p w14:paraId="2E3B0D23" w14:textId="77777777" w:rsidR="00A74337" w:rsidRDefault="00A74337" w:rsidP="00A74337">
      <w:pPr>
        <w:ind w:firstLine="708"/>
        <w:jc w:val="right"/>
        <w:rPr>
          <w:rFonts w:ascii="Arial" w:hAnsi="Arial" w:cs="Arial"/>
          <w:b/>
          <w:bCs/>
          <w:sz w:val="20"/>
          <w:szCs w:val="20"/>
        </w:rPr>
      </w:pPr>
    </w:p>
    <w:p w14:paraId="2A73B382" w14:textId="77777777" w:rsidR="00A74337" w:rsidRDefault="00A74337" w:rsidP="00A74337">
      <w:pPr>
        <w:ind w:left="4956" w:firstLine="708"/>
        <w:rPr>
          <w:rFonts w:ascii="Arial" w:hAnsi="Arial" w:cs="Arial"/>
          <w:b/>
          <w:sz w:val="20"/>
          <w:szCs w:val="20"/>
        </w:rPr>
      </w:pPr>
      <w:r>
        <w:rPr>
          <w:rFonts w:ascii="Arial" w:hAnsi="Arial" w:cs="Arial"/>
          <w:b/>
          <w:sz w:val="20"/>
          <w:szCs w:val="20"/>
        </w:rPr>
        <w:t xml:space="preserve">            /</w:t>
      </w:r>
      <w:r w:rsidR="00B8591D">
        <w:rPr>
          <w:rFonts w:ascii="Arial" w:hAnsi="Arial" w:cs="Arial"/>
          <w:b/>
          <w:sz w:val="20"/>
          <w:szCs w:val="20"/>
        </w:rPr>
        <w:t xml:space="preserve">8 </w:t>
      </w:r>
      <w:r>
        <w:rPr>
          <w:rFonts w:ascii="Arial" w:hAnsi="Arial" w:cs="Arial"/>
          <w:b/>
          <w:sz w:val="20"/>
          <w:szCs w:val="20"/>
        </w:rPr>
        <w:t>oefeningen</w:t>
      </w:r>
    </w:p>
    <w:p w14:paraId="33BA5A1E" w14:textId="77777777" w:rsidR="00A74337" w:rsidRDefault="00A74337" w:rsidP="00A74337">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A74337" w14:paraId="49012AA9" w14:textId="77777777" w:rsidTr="00A74337">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00D37" w14:textId="77777777" w:rsidR="00A74337" w:rsidRDefault="00A74337" w:rsidP="00A74337">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7A210" w14:textId="77777777" w:rsidR="00A74337" w:rsidRDefault="00A74337" w:rsidP="00A74337">
            <w:pPr>
              <w:rPr>
                <w:rFonts w:ascii="Arial" w:hAnsi="Arial" w:cs="Arial"/>
                <w:b/>
                <w:sz w:val="20"/>
                <w:szCs w:val="20"/>
              </w:rPr>
            </w:pPr>
          </w:p>
        </w:tc>
      </w:tr>
    </w:tbl>
    <w:p w14:paraId="4CCE6FFB" w14:textId="77777777" w:rsidR="00A74337" w:rsidRDefault="00A74337" w:rsidP="00A74337">
      <w:pPr>
        <w:ind w:left="4956" w:firstLine="708"/>
        <w:rPr>
          <w:rFonts w:ascii="Arial" w:hAnsi="Arial" w:cs="Arial"/>
          <w:b/>
          <w:sz w:val="20"/>
          <w:szCs w:val="20"/>
        </w:rPr>
      </w:pPr>
    </w:p>
    <w:p w14:paraId="26AAE12D" w14:textId="77777777" w:rsidR="00A74337" w:rsidRDefault="00A74337" w:rsidP="00A74337">
      <w:pPr>
        <w:ind w:left="4956" w:firstLine="708"/>
        <w:rPr>
          <w:rFonts w:ascii="Arial" w:hAnsi="Arial" w:cs="Arial"/>
          <w:b/>
          <w:sz w:val="20"/>
          <w:szCs w:val="20"/>
        </w:rPr>
      </w:pPr>
    </w:p>
    <w:p w14:paraId="048D51E5" w14:textId="77777777" w:rsidR="00A74337" w:rsidRDefault="00A74337" w:rsidP="00A74337">
      <w:pPr>
        <w:ind w:left="4956" w:firstLine="708"/>
        <w:rPr>
          <w:rFonts w:ascii="Arial" w:hAnsi="Arial" w:cs="Arial"/>
          <w:b/>
          <w:sz w:val="20"/>
          <w:szCs w:val="20"/>
        </w:rPr>
      </w:pPr>
    </w:p>
    <w:p w14:paraId="3C8B69CD" w14:textId="77777777" w:rsidR="00A74337" w:rsidRDefault="00A74337" w:rsidP="00A74337">
      <w:r>
        <w:rPr>
          <w:rFonts w:ascii="Arial" w:hAnsi="Arial" w:cs="Arial"/>
          <w:b/>
          <w:bCs/>
          <w:noProof/>
          <w:sz w:val="20"/>
          <w:szCs w:val="20"/>
        </w:rPr>
        <mc:AlternateContent>
          <mc:Choice Requires="wps">
            <w:drawing>
              <wp:anchor distT="0" distB="0" distL="114300" distR="114300" simplePos="0" relativeHeight="251658752" behindDoc="0" locked="0" layoutInCell="1" allowOverlap="1" wp14:anchorId="36C9BF1C" wp14:editId="74B57560">
                <wp:simplePos x="0" y="0"/>
                <wp:positionH relativeFrom="column">
                  <wp:posOffset>-496574</wp:posOffset>
                </wp:positionH>
                <wp:positionV relativeFrom="paragraph">
                  <wp:posOffset>26032</wp:posOffset>
                </wp:positionV>
                <wp:extent cx="5669279"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FD37C12" id="Line 23" o:spid="_x0000_s1026" type="#_x0000_t32" style="position:absolute;margin-left:-39.1pt;margin-top:2.05pt;width:446.4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4B66AC5F" w14:textId="77777777" w:rsidR="00A74337" w:rsidRDefault="00A74337" w:rsidP="00A74337">
      <w:pPr>
        <w:rPr>
          <w:rFonts w:ascii="Arial" w:hAnsi="Arial" w:cs="Arial"/>
          <w:b/>
          <w:bCs/>
          <w:sz w:val="20"/>
          <w:szCs w:val="20"/>
        </w:rPr>
      </w:pPr>
    </w:p>
    <w:p w14:paraId="3CEF9C9E" w14:textId="77777777" w:rsidR="00A74337" w:rsidRDefault="00A74337" w:rsidP="00A74337">
      <w:pPr>
        <w:rPr>
          <w:rFonts w:ascii="Arial" w:hAnsi="Arial" w:cs="Arial"/>
          <w:b/>
          <w:bCs/>
          <w:sz w:val="20"/>
          <w:szCs w:val="20"/>
        </w:rPr>
      </w:pPr>
    </w:p>
    <w:p w14:paraId="4F5826A6" w14:textId="77777777" w:rsidR="00A74337" w:rsidRDefault="00A74337" w:rsidP="00A74337">
      <w:pPr>
        <w:rPr>
          <w:rFonts w:ascii="Arial" w:hAnsi="Arial" w:cs="Arial"/>
          <w:b/>
          <w:bCs/>
          <w:sz w:val="20"/>
          <w:szCs w:val="20"/>
        </w:rPr>
      </w:pPr>
    </w:p>
    <w:p w14:paraId="03CF9290" w14:textId="25C5EE5E" w:rsidR="00C97A6E" w:rsidRDefault="00A74337" w:rsidP="00866CF4">
      <w:pPr>
        <w:tabs>
          <w:tab w:val="left" w:pos="4820"/>
        </w:tabs>
      </w:pPr>
      <w:r>
        <w:rPr>
          <w:rFonts w:ascii="Arial" w:hAnsi="Arial" w:cs="Arial"/>
          <w:b/>
          <w:bCs/>
          <w:noProof/>
          <w:sz w:val="20"/>
          <w:szCs w:val="20"/>
        </w:rPr>
        <mc:AlternateContent>
          <mc:Choice Requires="wps">
            <w:drawing>
              <wp:anchor distT="0" distB="0" distL="114300" distR="114300" simplePos="0" relativeHeight="251663872"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08F4289" id="Line 24" o:spid="_x0000_s1026" type="#_x0000_t32" style="position:absolute;margin-left:342pt;margin-top:7pt;width:93.6pt;height:0;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C57B2A">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p>
    <w:p w14:paraId="4D365323" w14:textId="77777777" w:rsidR="00C24CEE" w:rsidRDefault="00C24CEE" w:rsidP="00866CF4">
      <w:pPr>
        <w:tabs>
          <w:tab w:val="left" w:pos="4820"/>
        </w:tabs>
      </w:pPr>
    </w:p>
    <w:p w14:paraId="382041BA" w14:textId="77777777" w:rsidR="00C24CEE" w:rsidRPr="00C24CEE" w:rsidRDefault="00C24CEE" w:rsidP="00C24CEE"/>
    <w:p w14:paraId="48865882" w14:textId="77777777" w:rsidR="00C24CEE" w:rsidRPr="00C24CEE" w:rsidRDefault="00C24CEE" w:rsidP="00C24CEE"/>
    <w:p w14:paraId="64FE4831" w14:textId="77777777" w:rsidR="00C24CEE" w:rsidRPr="00C24CEE" w:rsidRDefault="00C24CEE" w:rsidP="00C24CEE"/>
    <w:p w14:paraId="0A247F42" w14:textId="77777777" w:rsidR="00B27A65" w:rsidRPr="00C24CEE" w:rsidRDefault="00C24CEE" w:rsidP="00C24CEE">
      <w:pPr>
        <w:tabs>
          <w:tab w:val="left" w:pos="1040"/>
        </w:tabs>
      </w:pPr>
      <w:r>
        <w:tab/>
      </w:r>
    </w:p>
    <w:sectPr w:rsidR="00B27A65" w:rsidRPr="00C24CEE" w:rsidSect="00C24CEE">
      <w:headerReference w:type="default" r:id="rId18"/>
      <w:footerReference w:type="default" r:id="rId19"/>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3D013" w14:textId="77777777" w:rsidR="00231822" w:rsidRDefault="00231822">
      <w:r>
        <w:separator/>
      </w:r>
    </w:p>
  </w:endnote>
  <w:endnote w:type="continuationSeparator" w:id="0">
    <w:p w14:paraId="2D2582F1" w14:textId="77777777" w:rsidR="00231822" w:rsidRDefault="0023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487BC" w14:textId="7C539CED" w:rsidR="00A841D0" w:rsidRDefault="00A841D0">
    <w:pPr>
      <w:pStyle w:val="Voettekst"/>
    </w:pPr>
    <w:r w:rsidRPr="002F1D43">
      <w:rPr>
        <w:rFonts w:ascii="Arial" w:hAnsi="Arial" w:cs="Arial"/>
        <w:sz w:val="18"/>
        <w:szCs w:val="18"/>
      </w:rPr>
      <w:t>*het lidmaatschapsnummer altijd invullen</w:t>
    </w:r>
    <w:r>
      <w:rPr>
        <w:noProof/>
      </w:rPr>
      <w:t xml:space="preserve"> </w:t>
    </w:r>
    <w:r>
      <w:rPr>
        <w:noProof/>
      </w:rPr>
      <mc:AlternateContent>
        <mc:Choice Requires="wps">
          <w:drawing>
            <wp:anchor distT="0" distB="0" distL="114300" distR="114300" simplePos="0" relativeHeight="251635712" behindDoc="0" locked="0" layoutInCell="1" allowOverlap="1" wp14:anchorId="25B71397" wp14:editId="7B775EFE">
              <wp:simplePos x="0" y="0"/>
              <wp:positionH relativeFrom="margin">
                <wp:align>center</wp:align>
              </wp:positionH>
              <wp:positionV relativeFrom="paragraph">
                <wp:posOffset>548</wp:posOffset>
              </wp:positionV>
              <wp:extent cx="0" cy="0"/>
              <wp:effectExtent l="0" t="0" r="0" b="0"/>
              <wp:wrapSquare wrapText="bothSides"/>
              <wp:docPr id="16" name="Tekstvak 16"/>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45060995" w14:textId="77777777" w:rsidR="00A841D0" w:rsidRDefault="00A841D0">
                          <w:pPr>
                            <w:pStyle w:val="Voettekst"/>
                          </w:pPr>
                          <w:r>
                            <w:rPr>
                              <w:rStyle w:val="Paginanummer"/>
                              <w:rFonts w:ascii="Arial" w:hAnsi="Arial" w:cs="Arial"/>
                              <w:sz w:val="20"/>
                              <w:szCs w:val="20"/>
                            </w:rPr>
                            <w:t>A-1</w:t>
                          </w:r>
                        </w:p>
                      </w:txbxContent>
                    </wps:txbx>
                    <wps:bodyPr wrap="none" lIns="0" tIns="0" rIns="0" bIns="0">
                      <a:spAutoFit/>
                    </wps:bodyPr>
                  </wps:wsp>
                </a:graphicData>
              </a:graphic>
            </wp:anchor>
          </w:drawing>
        </mc:Choice>
        <mc:Fallback>
          <w:pict>
            <v:shapetype w14:anchorId="25B71397" id="_x0000_t202" coordsize="21600,21600" o:spt="202" path="m,l,21600r21600,l21600,xe">
              <v:stroke joinstyle="miter"/>
              <v:path gradientshapeok="t" o:connecttype="rect"/>
            </v:shapetype>
            <v:shape id="Tekstvak 16" o:spid="_x0000_s1027" type="#_x0000_t202" style="position:absolute;margin-left:0;margin-top:.05pt;width:0;height:0;z-index:2516357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45060995" w14:textId="77777777" w:rsidR="00A841D0" w:rsidRDefault="00A841D0">
                    <w:pPr>
                      <w:pStyle w:val="Voettekst"/>
                    </w:pPr>
                    <w:r>
                      <w:rPr>
                        <w:rStyle w:val="Paginanummer"/>
                        <w:rFonts w:ascii="Arial" w:hAnsi="Arial" w:cs="Arial"/>
                        <w:sz w:val="20"/>
                        <w:szCs w:val="20"/>
                      </w:rPr>
                      <w:t>A-1</w:t>
                    </w:r>
                  </w:p>
                </w:txbxContent>
              </v:textbox>
              <w10:wrap type="square" anchorx="margin"/>
            </v:shape>
          </w:pict>
        </mc:Fallback>
      </mc:AlternateContent>
    </w:r>
    <w:r w:rsidR="007A0118">
      <w:tab/>
    </w:r>
    <w:r w:rsidR="007A0118">
      <w:tab/>
    </w:r>
    <w:r w:rsidR="007A0118">
      <w:rPr>
        <w:rFonts w:ascii="Arial" w:hAnsi="Arial" w:cs="Arial"/>
        <w:noProof/>
        <w:sz w:val="18"/>
        <w:szCs w:val="18"/>
      </w:rPr>
      <w:t>202</w:t>
    </w:r>
    <w:r w:rsidR="00FE4432">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F9BDF" w14:textId="6C276006" w:rsidR="00A841D0" w:rsidRDefault="007B0616">
    <w:pPr>
      <w:pStyle w:val="Voettekst"/>
    </w:pPr>
    <w:r>
      <w:rPr>
        <w:noProof/>
      </w:rPr>
      <mc:AlternateContent>
        <mc:Choice Requires="wps">
          <w:drawing>
            <wp:anchor distT="0" distB="0" distL="114300" distR="114300" simplePos="0" relativeHeight="251657216" behindDoc="0" locked="0" layoutInCell="1" allowOverlap="1" wp14:anchorId="5189983E" wp14:editId="41B688DB">
              <wp:simplePos x="0" y="0"/>
              <wp:positionH relativeFrom="margin">
                <wp:posOffset>2867025</wp:posOffset>
              </wp:positionH>
              <wp:positionV relativeFrom="paragraph">
                <wp:posOffset>-219075</wp:posOffset>
              </wp:positionV>
              <wp:extent cx="0" cy="0"/>
              <wp:effectExtent l="0" t="0" r="0" b="0"/>
              <wp:wrapSquare wrapText="bothSides"/>
              <wp:docPr id="59" name="Tekstvak 59"/>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3FA69518" w14:textId="0240FC18" w:rsidR="00A841D0" w:rsidRDefault="004F3B86">
                          <w:pPr>
                            <w:pStyle w:val="Voettekst"/>
                          </w:pPr>
                          <w:r>
                            <w:rPr>
                              <w:rStyle w:val="Paginanummer"/>
                              <w:rFonts w:ascii="Arial" w:hAnsi="Arial" w:cs="Arial"/>
                              <w:sz w:val="20"/>
                              <w:szCs w:val="20"/>
                            </w:rPr>
                            <w:t>C</w:t>
                          </w:r>
                          <w:r w:rsidR="00A841D0">
                            <w:rPr>
                              <w:rStyle w:val="Paginanummer"/>
                              <w:rFonts w:ascii="Arial" w:hAnsi="Arial" w:cs="Arial"/>
                              <w:sz w:val="20"/>
                              <w:szCs w:val="20"/>
                            </w:rPr>
                            <w:t>-2</w:t>
                          </w:r>
                        </w:p>
                      </w:txbxContent>
                    </wps:txbx>
                    <wps:bodyPr wrap="none" lIns="0" tIns="0" rIns="0" bIns="0">
                      <a:spAutoFit/>
                    </wps:bodyPr>
                  </wps:wsp>
                </a:graphicData>
              </a:graphic>
            </wp:anchor>
          </w:drawing>
        </mc:Choice>
        <mc:Fallback>
          <w:pict>
            <v:shapetype w14:anchorId="5189983E" id="_x0000_t202" coordsize="21600,21600" o:spt="202" path="m,l,21600r21600,l21600,xe">
              <v:stroke joinstyle="miter"/>
              <v:path gradientshapeok="t" o:connecttype="rect"/>
            </v:shapetype>
            <v:shape id="Tekstvak 59" o:spid="_x0000_s1029" type="#_x0000_t202" style="position:absolute;margin-left:225.75pt;margin-top:-17.25pt;width:0;height:0;z-index:25165721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" filled="f" stroked="f">
              <v:textbox style="mso-fit-shape-to-text:t" inset="0,0,0,0">
                <w:txbxContent>
                  <w:p w14:paraId="3FA69518" w14:textId="0240FC18" w:rsidR="00A841D0" w:rsidRDefault="004F3B86">
                    <w:pPr>
                      <w:pStyle w:val="Voettekst"/>
                    </w:pPr>
                    <w:r>
                      <w:rPr>
                        <w:rStyle w:val="Paginanummer"/>
                        <w:rFonts w:ascii="Arial" w:hAnsi="Arial" w:cs="Arial"/>
                        <w:sz w:val="20"/>
                        <w:szCs w:val="20"/>
                      </w:rPr>
                      <w:t>C</w:t>
                    </w:r>
                    <w:r w:rsidR="00A841D0">
                      <w:rPr>
                        <w:rStyle w:val="Paginanummer"/>
                        <w:rFonts w:ascii="Arial" w:hAnsi="Arial" w:cs="Arial"/>
                        <w:sz w:val="20"/>
                        <w:szCs w:val="20"/>
                      </w:rPr>
                      <w:t>-2</w:t>
                    </w:r>
                  </w:p>
                </w:txbxContent>
              </v:textbox>
              <w10:wrap type="square" anchorx="margin"/>
            </v:shape>
          </w:pict>
        </mc:Fallback>
      </mc:AlternateContent>
    </w:r>
    <w:r w:rsidR="00A841D0" w:rsidRPr="002F1D43">
      <w:rPr>
        <w:rFonts w:ascii="Arial" w:hAnsi="Arial" w:cs="Arial"/>
        <w:sz w:val="18"/>
        <w:szCs w:val="18"/>
      </w:rPr>
      <w:t>*het lidmaatschapsnummer altijd invullen</w:t>
    </w:r>
    <w:r w:rsidR="00A841D0" w:rsidRPr="00C56EE5">
      <w:rPr>
        <w:rFonts w:ascii="Arial" w:hAnsi="Arial" w:cs="Arial"/>
        <w:sz w:val="18"/>
        <w:szCs w:val="18"/>
      </w:rPr>
      <w:t xml:space="preserve"> </w:t>
    </w:r>
    <w:r w:rsidR="00C56EE5">
      <w:rPr>
        <w:rFonts w:ascii="Arial" w:hAnsi="Arial" w:cs="Arial"/>
        <w:sz w:val="18"/>
        <w:szCs w:val="18"/>
      </w:rPr>
      <w:t xml:space="preserve">             </w:t>
    </w:r>
    <w:r w:rsidR="007A0118" w:rsidRPr="00C56EE5">
      <w:rPr>
        <w:rFonts w:ascii="Arial" w:hAnsi="Arial" w:cs="Arial"/>
        <w:sz w:val="18"/>
        <w:szCs w:val="18"/>
      </w:rPr>
      <w:tab/>
    </w:r>
    <w:r w:rsidR="00C56EE5" w:rsidRPr="00C56EE5">
      <w:rPr>
        <w:rFonts w:ascii="Arial" w:hAnsi="Arial" w:cs="Arial"/>
        <w:sz w:val="18"/>
        <w:szCs w:val="18"/>
      </w:rPr>
      <w:t>Tijdslimiet L: 1 minuut</w:t>
    </w:r>
    <w:r w:rsidR="007A0118">
      <w:rPr>
        <w:noProof/>
      </w:rPr>
      <w:tab/>
    </w:r>
    <w:r w:rsidR="007A0118">
      <w:rPr>
        <w:rFonts w:ascii="Arial" w:hAnsi="Arial" w:cs="Arial"/>
        <w:noProof/>
        <w:sz w:val="18"/>
        <w:szCs w:val="18"/>
      </w:rPr>
      <w:t>202</w:t>
    </w:r>
    <w:r w:rsidR="00FE4432">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2F92D" w14:textId="19A6AB7D"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sidR="004F6F8C">
      <w:rPr>
        <w:rFonts w:ascii="Arial" w:hAnsi="Arial" w:cs="Arial"/>
        <w:noProof/>
        <w:sz w:val="18"/>
        <w:szCs w:val="18"/>
      </w:rPr>
      <w:t>A</w:t>
    </w:r>
    <w:r w:rsidRPr="00671660">
      <w:rPr>
        <w:rFonts w:ascii="Arial" w:hAnsi="Arial" w:cs="Arial"/>
        <w:noProof/>
        <w:sz w:val="18"/>
        <w:szCs w:val="18"/>
      </w:rPr>
      <w:t>-2</w:t>
    </w:r>
    <w:r w:rsidRPr="00671660">
      <w:rPr>
        <w:rFonts w:ascii="Arial" w:hAnsi="Arial" w:cs="Arial"/>
        <w:noProof/>
        <w:sz w:val="18"/>
        <w:szCs w:val="18"/>
      </w:rPr>
      <w:tab/>
    </w:r>
    <w:r w:rsidR="007A0118">
      <w:rPr>
        <w:rFonts w:ascii="Arial" w:hAnsi="Arial" w:cs="Arial"/>
        <w:noProof/>
        <w:sz w:val="18"/>
        <w:szCs w:val="18"/>
      </w:rPr>
      <w:t>202</w:t>
    </w:r>
    <w:r w:rsidR="00FE4432">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87123" w14:textId="68D7834B"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Pr>
        <w:rFonts w:ascii="Arial" w:hAnsi="Arial" w:cs="Arial"/>
        <w:noProof/>
        <w:sz w:val="18"/>
        <w:szCs w:val="18"/>
      </w:rPr>
      <w:tab/>
      <w:t>C-1</w:t>
    </w:r>
    <w:r w:rsidRPr="00671660">
      <w:rPr>
        <w:rFonts w:ascii="Arial" w:hAnsi="Arial" w:cs="Arial"/>
        <w:noProof/>
        <w:sz w:val="18"/>
        <w:szCs w:val="18"/>
      </w:rPr>
      <w:tab/>
    </w:r>
    <w:r w:rsidR="007A0118">
      <w:rPr>
        <w:rFonts w:ascii="Arial" w:hAnsi="Arial" w:cs="Arial"/>
        <w:noProof/>
        <w:sz w:val="18"/>
        <w:szCs w:val="18"/>
      </w:rPr>
      <w:t>202</w:t>
    </w:r>
    <w:r w:rsidR="00FE4432">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7ACC3" w14:textId="33718DC6"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w:t>
    </w:r>
    <w:r w:rsidRPr="00671660">
      <w:rPr>
        <w:rFonts w:ascii="Arial" w:hAnsi="Arial" w:cs="Arial"/>
        <w:noProof/>
        <w:sz w:val="18"/>
        <w:szCs w:val="18"/>
      </w:rPr>
      <w:t>-2</w:t>
    </w:r>
    <w:r w:rsidRPr="00671660">
      <w:rPr>
        <w:rFonts w:ascii="Arial" w:hAnsi="Arial" w:cs="Arial"/>
        <w:noProof/>
        <w:sz w:val="18"/>
        <w:szCs w:val="18"/>
      </w:rPr>
      <w:tab/>
    </w:r>
    <w:r w:rsidR="007A0118">
      <w:rPr>
        <w:rFonts w:ascii="Arial" w:hAnsi="Arial" w:cs="Arial"/>
        <w:noProof/>
        <w:sz w:val="18"/>
        <w:szCs w:val="18"/>
      </w:rPr>
      <w:t>202</w:t>
    </w:r>
    <w:r w:rsidR="00FE4432">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6DD9A" w14:textId="32CF9D71" w:rsidR="00A841D0" w:rsidRPr="00B83733" w:rsidRDefault="00A841D0" w:rsidP="00B83733">
    <w:pPr>
      <w:pStyle w:val="Voettekst"/>
      <w:rPr>
        <w:rFonts w:ascii="Arial" w:hAnsi="Arial" w:cs="Arial"/>
        <w:sz w:val="18"/>
        <w:szCs w:val="18"/>
      </w:rPr>
    </w:pPr>
    <w:r w:rsidRPr="00671660">
      <w:rPr>
        <w:rFonts w:ascii="Arial" w:hAnsi="Arial" w:cs="Arial"/>
        <w:sz w:val="18"/>
        <w:szCs w:val="18"/>
      </w:rPr>
      <w:t>*het lidmaatschapsnummer altijd invullen</w:t>
    </w:r>
    <w:r w:rsidRPr="00671660">
      <w:rPr>
        <w:rFonts w:ascii="Arial" w:hAnsi="Arial" w:cs="Arial"/>
        <w:noProof/>
        <w:sz w:val="18"/>
        <w:szCs w:val="18"/>
      </w:rPr>
      <w:t xml:space="preserve"> </w:t>
    </w:r>
    <w:r w:rsidRPr="00671660">
      <w:rPr>
        <w:rFonts w:ascii="Arial" w:hAnsi="Arial" w:cs="Arial"/>
        <w:noProof/>
        <w:sz w:val="18"/>
        <w:szCs w:val="18"/>
      </w:rPr>
      <w:tab/>
    </w:r>
    <w:r>
      <w:rPr>
        <w:rFonts w:ascii="Arial" w:hAnsi="Arial" w:cs="Arial"/>
        <w:noProof/>
        <w:sz w:val="18"/>
        <w:szCs w:val="18"/>
      </w:rPr>
      <w:t>B-1</w:t>
    </w:r>
    <w:r w:rsidRPr="00671660">
      <w:rPr>
        <w:rFonts w:ascii="Arial" w:hAnsi="Arial" w:cs="Arial"/>
        <w:noProof/>
        <w:sz w:val="18"/>
        <w:szCs w:val="18"/>
      </w:rPr>
      <w:tab/>
      <w:t>20</w:t>
    </w:r>
    <w:r w:rsidR="008A320F">
      <w:rPr>
        <w:rFonts w:ascii="Arial" w:hAnsi="Arial" w:cs="Arial"/>
        <w:noProof/>
        <w:sz w:val="18"/>
        <w:szCs w:val="18"/>
      </w:rPr>
      <w:t>2</w:t>
    </w:r>
    <w:r w:rsidR="00FE4432">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9071A" w14:textId="77777777" w:rsidR="00231822" w:rsidRDefault="00231822">
      <w:r>
        <w:rPr>
          <w:color w:val="000000"/>
        </w:rPr>
        <w:separator/>
      </w:r>
    </w:p>
  </w:footnote>
  <w:footnote w:type="continuationSeparator" w:id="0">
    <w:p w14:paraId="509DA73D" w14:textId="77777777" w:rsidR="00231822" w:rsidRDefault="0023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38C0D" w14:textId="77777777" w:rsidR="00A841D0" w:rsidRDefault="00A841D0">
    <w:pPr>
      <w:pStyle w:val="Koptekst"/>
      <w:spacing w:line="276" w:lineRule="auto"/>
      <w:ind w:left="-1134"/>
      <w:rPr>
        <w:rFonts w:ascii="Arial" w:hAnsi="Arial" w:cs="Arial"/>
        <w:sz w:val="20"/>
        <w:szCs w:val="20"/>
      </w:rPr>
    </w:pPr>
  </w:p>
  <w:p w14:paraId="0BF0B90D" w14:textId="77777777" w:rsidR="00A841D0" w:rsidRDefault="00A841D0">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FD8F171" w14:textId="77777777" w:rsidR="00A841D0" w:rsidRDefault="00A841D0" w:rsidP="00AD46D6">
                          <w:pPr>
                            <w:pStyle w:val="Titel"/>
                            <w:jc w:val="left"/>
                            <w:rPr>
                              <w:rFonts w:ascii="Arial" w:hAnsi="Arial" w:cs="Arial"/>
                              <w:sz w:val="28"/>
                              <w:szCs w:val="28"/>
                            </w:rPr>
                          </w:pPr>
                          <w:r>
                            <w:rPr>
                              <w:rFonts w:ascii="Arial" w:hAnsi="Arial" w:cs="Arial"/>
                              <w:sz w:val="28"/>
                              <w:szCs w:val="28"/>
                            </w:rPr>
                            <w:t>Beoordelingsprotocol Plicht - Paardcijfer</w:t>
                          </w:r>
                        </w:p>
                        <w:p w14:paraId="00B341BD" w14:textId="77777777" w:rsidR="00A841D0" w:rsidRDefault="00A841D0" w:rsidP="00AD46D6">
                          <w:pPr>
                            <w:pStyle w:val="Titel"/>
                            <w:jc w:val="left"/>
                          </w:pPr>
                          <w:r>
                            <w:rPr>
                              <w:rFonts w:ascii="Arial" w:hAnsi="Arial" w:cs="Arial"/>
                              <w:sz w:val="28"/>
                              <w:szCs w:val="28"/>
                            </w:rPr>
                            <w:br/>
                          </w:r>
                          <w:r>
                            <w:rPr>
                              <w:rFonts w:ascii="Arial" w:hAnsi="Arial" w:cs="Arial"/>
                            </w:rPr>
                            <w:t>Solo</w:t>
                          </w:r>
                        </w:p>
                        <w:p w14:paraId="77EDA049" w14:textId="77777777" w:rsidR="00A841D0" w:rsidRDefault="00A841D0" w:rsidP="00AD46D6">
                          <w:pPr>
                            <w:rPr>
                              <w:rFonts w:ascii="Arial" w:hAnsi="Arial" w:cs="Arial"/>
                              <w:b/>
                              <w:sz w:val="28"/>
                              <w:szCs w:val="28"/>
                            </w:rPr>
                          </w:pPr>
                        </w:p>
                        <w:p w14:paraId="722B0C4D" w14:textId="77777777" w:rsidR="00A841D0" w:rsidRDefault="00A841D0">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3FD8F171" w14:textId="77777777" w:rsidR="00A841D0" w:rsidRDefault="00A841D0" w:rsidP="00AD46D6">
                    <w:pPr>
                      <w:pStyle w:val="Titel"/>
                      <w:jc w:val="left"/>
                      <w:rPr>
                        <w:rFonts w:ascii="Arial" w:hAnsi="Arial" w:cs="Arial"/>
                        <w:sz w:val="28"/>
                        <w:szCs w:val="28"/>
                      </w:rPr>
                    </w:pPr>
                    <w:r>
                      <w:rPr>
                        <w:rFonts w:ascii="Arial" w:hAnsi="Arial" w:cs="Arial"/>
                        <w:sz w:val="28"/>
                        <w:szCs w:val="28"/>
                      </w:rPr>
                      <w:t>Beoordelingsprotocol Plicht - Paardcijfer</w:t>
                    </w:r>
                  </w:p>
                  <w:p w14:paraId="00B341BD" w14:textId="77777777" w:rsidR="00A841D0" w:rsidRDefault="00A841D0" w:rsidP="00AD46D6">
                    <w:pPr>
                      <w:pStyle w:val="Titel"/>
                      <w:jc w:val="left"/>
                    </w:pPr>
                    <w:r>
                      <w:rPr>
                        <w:rFonts w:ascii="Arial" w:hAnsi="Arial" w:cs="Arial"/>
                        <w:sz w:val="28"/>
                        <w:szCs w:val="28"/>
                      </w:rPr>
                      <w:br/>
                    </w:r>
                    <w:r>
                      <w:rPr>
                        <w:rFonts w:ascii="Arial" w:hAnsi="Arial" w:cs="Arial"/>
                      </w:rPr>
                      <w:t>Solo</w:t>
                    </w:r>
                  </w:p>
                  <w:p w14:paraId="77EDA049" w14:textId="77777777" w:rsidR="00A841D0" w:rsidRDefault="00A841D0" w:rsidP="00AD46D6">
                    <w:pPr>
                      <w:rPr>
                        <w:rFonts w:ascii="Arial" w:hAnsi="Arial" w:cs="Arial"/>
                        <w:b/>
                        <w:sz w:val="28"/>
                        <w:szCs w:val="28"/>
                      </w:rPr>
                    </w:pPr>
                  </w:p>
                  <w:p w14:paraId="722B0C4D" w14:textId="77777777" w:rsidR="00A841D0" w:rsidRDefault="00A841D0">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76672" behindDoc="0" locked="0" layoutInCell="1" allowOverlap="1" wp14:anchorId="38AB82D3" wp14:editId="26C6A83A">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53FC7" w14:textId="77777777" w:rsidR="00A841D0" w:rsidRDefault="00A841D0">
    <w:pPr>
      <w:pStyle w:val="Koptekst"/>
      <w:spacing w:line="276" w:lineRule="auto"/>
      <w:ind w:left="-1134"/>
      <w:rPr>
        <w:rFonts w:ascii="Arial" w:hAnsi="Arial" w:cs="Arial"/>
        <w:sz w:val="20"/>
        <w:szCs w:val="20"/>
      </w:rPr>
    </w:pPr>
  </w:p>
  <w:p w14:paraId="056C7E21" w14:textId="77777777" w:rsidR="00A841D0" w:rsidRDefault="00A841D0">
    <w:pPr>
      <w:pStyle w:val="Koptekst"/>
      <w:spacing w:line="276" w:lineRule="auto"/>
      <w:ind w:left="-1134"/>
      <w:jc w:val="right"/>
    </w:pPr>
    <w:r w:rsidRPr="00935D27">
      <w:rPr>
        <w:noProof/>
      </w:rPr>
      <mc:AlternateContent>
        <mc:Choice Requires="wps">
          <w:drawing>
            <wp:anchor distT="0" distB="0" distL="114300" distR="114300" simplePos="0" relativeHeight="25168179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579793C"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002CDEB3"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4681BB8" w14:textId="77777777" w:rsidR="00A841D0" w:rsidRDefault="00A841D0" w:rsidP="00935D27">
                          <w:pPr>
                            <w:rPr>
                              <w:rFonts w:ascii="Arial" w:hAnsi="Arial" w:cs="Arial"/>
                              <w:b/>
                              <w:sz w:val="28"/>
                              <w:szCs w:val="28"/>
                            </w:rPr>
                          </w:pPr>
                        </w:p>
                        <w:p w14:paraId="38FC3F82"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6579793C"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002CDEB3"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4681BB8" w14:textId="77777777" w:rsidR="00A841D0" w:rsidRDefault="00A841D0" w:rsidP="00935D27">
                    <w:pPr>
                      <w:rPr>
                        <w:rFonts w:ascii="Arial" w:hAnsi="Arial" w:cs="Arial"/>
                        <w:b/>
                        <w:sz w:val="28"/>
                        <w:szCs w:val="28"/>
                      </w:rPr>
                    </w:pPr>
                  </w:p>
                  <w:p w14:paraId="38FC3F82" w14:textId="77777777" w:rsidR="00A841D0" w:rsidRDefault="00A841D0"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69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BE2C" w14:textId="77777777" w:rsidR="00A841D0" w:rsidRDefault="00A841D0">
    <w:pPr>
      <w:pStyle w:val="Koptekst"/>
      <w:spacing w:line="276" w:lineRule="auto"/>
      <w:ind w:left="-1134"/>
      <w:rPr>
        <w:rFonts w:ascii="Arial" w:hAnsi="Arial" w:cs="Arial"/>
        <w:sz w:val="20"/>
        <w:szCs w:val="20"/>
      </w:rPr>
    </w:pPr>
  </w:p>
  <w:p w14:paraId="77396FBA" w14:textId="77777777" w:rsidR="00A841D0" w:rsidRDefault="00A841D0">
    <w:pPr>
      <w:pStyle w:val="Koptekst"/>
      <w:spacing w:line="276" w:lineRule="auto"/>
      <w:ind w:left="-1134"/>
      <w:jc w:val="right"/>
    </w:pPr>
    <w:r w:rsidRPr="00935D27">
      <w:rPr>
        <w:noProof/>
      </w:rPr>
      <mc:AlternateContent>
        <mc:Choice Requires="wps">
          <w:drawing>
            <wp:anchor distT="0" distB="0" distL="114300" distR="114300" simplePos="0" relativeHeight="25164185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2A654A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209DEC2"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FB3A7BE" w14:textId="77777777" w:rsidR="00A841D0" w:rsidRDefault="00A841D0" w:rsidP="00935D27">
                          <w:pPr>
                            <w:rPr>
                              <w:rFonts w:ascii="Arial" w:hAnsi="Arial" w:cs="Arial"/>
                              <w:b/>
                              <w:sz w:val="28"/>
                              <w:szCs w:val="28"/>
                            </w:rPr>
                          </w:pPr>
                        </w:p>
                        <w:p w14:paraId="0A371A1D"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52A654A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5209DEC2"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5FB3A7BE" w14:textId="77777777" w:rsidR="00A841D0" w:rsidRDefault="00A841D0" w:rsidP="00935D27">
                    <w:pPr>
                      <w:rPr>
                        <w:rFonts w:ascii="Arial" w:hAnsi="Arial" w:cs="Arial"/>
                        <w:b/>
                        <w:sz w:val="28"/>
                        <w:szCs w:val="28"/>
                      </w:rPr>
                    </w:pPr>
                  </w:p>
                  <w:p w14:paraId="0A371A1D" w14:textId="77777777" w:rsidR="00A841D0" w:rsidRDefault="00A841D0"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6976"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2BBB3" w14:textId="77777777" w:rsidR="00A841D0" w:rsidRDefault="00A841D0">
    <w:pPr>
      <w:pStyle w:val="Koptekst"/>
      <w:spacing w:line="276" w:lineRule="auto"/>
      <w:ind w:left="-1134"/>
      <w:rPr>
        <w:rFonts w:ascii="Arial" w:hAnsi="Arial" w:cs="Arial"/>
        <w:sz w:val="20"/>
        <w:szCs w:val="20"/>
      </w:rPr>
    </w:pPr>
  </w:p>
  <w:p w14:paraId="2B078AC9" w14:textId="77777777" w:rsidR="00A841D0" w:rsidRDefault="00A841D0">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52096"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F1B48B5" w14:textId="77777777" w:rsidR="00A841D0" w:rsidRPr="00C24CEE" w:rsidRDefault="00A841D0"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4C110D0" w14:textId="77777777" w:rsidR="00A841D0" w:rsidRPr="00C24CEE" w:rsidRDefault="00A841D0" w:rsidP="00935D27">
                          <w:pPr>
                            <w:rPr>
                              <w:b/>
                            </w:rPr>
                          </w:pPr>
                          <w:r w:rsidRPr="00C24CEE">
                            <w:rPr>
                              <w:rFonts w:ascii="Arial" w:hAnsi="Arial" w:cs="Arial"/>
                              <w:b/>
                              <w:sz w:val="28"/>
                              <w:szCs w:val="28"/>
                            </w:rPr>
                            <w:br/>
                          </w:r>
                          <w:r w:rsidRPr="00C24CEE">
                            <w:rPr>
                              <w:rFonts w:ascii="Arial" w:hAnsi="Arial" w:cs="Arial"/>
                              <w:b/>
                            </w:rPr>
                            <w:t>Solo</w:t>
                          </w:r>
                        </w:p>
                        <w:p w14:paraId="1DAEB2DD" w14:textId="77777777" w:rsidR="00A841D0" w:rsidRDefault="00A841D0" w:rsidP="00935D27">
                          <w:pPr>
                            <w:rPr>
                              <w:rFonts w:ascii="Arial" w:hAnsi="Arial" w:cs="Arial"/>
                              <w:b/>
                              <w:sz w:val="28"/>
                              <w:szCs w:val="28"/>
                            </w:rPr>
                          </w:pPr>
                        </w:p>
                        <w:p w14:paraId="52107DB5"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1" type="#_x0000_t202" style="position:absolute;left:0;text-align:left;margin-left:0;margin-top:30pt;width:378pt;height:62.6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0F1B48B5" w14:textId="77777777" w:rsidR="00A841D0" w:rsidRPr="00C24CEE" w:rsidRDefault="00A841D0"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4C110D0" w14:textId="77777777" w:rsidR="00A841D0" w:rsidRPr="00C24CEE" w:rsidRDefault="00A841D0" w:rsidP="00935D27">
                    <w:pPr>
                      <w:rPr>
                        <w:b/>
                      </w:rPr>
                    </w:pPr>
                    <w:r w:rsidRPr="00C24CEE">
                      <w:rPr>
                        <w:rFonts w:ascii="Arial" w:hAnsi="Arial" w:cs="Arial"/>
                        <w:b/>
                        <w:sz w:val="28"/>
                        <w:szCs w:val="28"/>
                      </w:rPr>
                      <w:br/>
                    </w:r>
                    <w:r w:rsidRPr="00C24CEE">
                      <w:rPr>
                        <w:rFonts w:ascii="Arial" w:hAnsi="Arial" w:cs="Arial"/>
                        <w:b/>
                      </w:rPr>
                      <w:t>Solo</w:t>
                    </w:r>
                  </w:p>
                  <w:p w14:paraId="1DAEB2DD" w14:textId="77777777" w:rsidR="00A841D0" w:rsidRDefault="00A841D0" w:rsidP="00935D27">
                    <w:pPr>
                      <w:rPr>
                        <w:rFonts w:ascii="Arial" w:hAnsi="Arial" w:cs="Arial"/>
                        <w:b/>
                        <w:sz w:val="28"/>
                        <w:szCs w:val="28"/>
                      </w:rPr>
                    </w:pPr>
                  </w:p>
                  <w:p w14:paraId="52107DB5" w14:textId="77777777" w:rsidR="00A841D0" w:rsidRDefault="00A841D0"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6131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13D5C" w14:textId="77777777" w:rsidR="00A841D0" w:rsidRDefault="00A841D0">
    <w:pPr>
      <w:pStyle w:val="Koptekst"/>
      <w:spacing w:line="276" w:lineRule="auto"/>
      <w:ind w:left="-1134"/>
      <w:rPr>
        <w:rFonts w:ascii="Arial" w:hAnsi="Arial" w:cs="Arial"/>
        <w:sz w:val="20"/>
        <w:szCs w:val="20"/>
      </w:rPr>
    </w:pPr>
  </w:p>
  <w:p w14:paraId="064B9C03" w14:textId="77777777" w:rsidR="00A841D0" w:rsidRDefault="00A841D0">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6643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07BCE5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8A73CC4"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12D2F34A" w14:textId="77777777" w:rsidR="00A841D0" w:rsidRDefault="00A841D0" w:rsidP="00935D27">
                          <w:pPr>
                            <w:rPr>
                              <w:rFonts w:ascii="Arial" w:hAnsi="Arial" w:cs="Arial"/>
                              <w:b/>
                              <w:sz w:val="28"/>
                              <w:szCs w:val="28"/>
                            </w:rPr>
                          </w:pPr>
                        </w:p>
                        <w:p w14:paraId="41CC0752" w14:textId="77777777" w:rsidR="00A841D0" w:rsidRDefault="00A841D0"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2" type="#_x0000_t202" style="position:absolute;left:0;text-align:left;margin-left:0;margin-top:30pt;width:378pt;height:62.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607BCE53" w14:textId="77777777" w:rsidR="00A841D0" w:rsidRPr="00935D27" w:rsidRDefault="00A841D0"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08A73CC4" w14:textId="77777777" w:rsidR="00A841D0" w:rsidRPr="00935D27" w:rsidRDefault="00A841D0" w:rsidP="00935D27">
                    <w:pPr>
                      <w:rPr>
                        <w:b/>
                      </w:rPr>
                    </w:pPr>
                    <w:r w:rsidRPr="00935D27">
                      <w:rPr>
                        <w:rFonts w:ascii="Arial" w:hAnsi="Arial" w:cs="Arial"/>
                        <w:b/>
                        <w:sz w:val="28"/>
                        <w:szCs w:val="28"/>
                      </w:rPr>
                      <w:br/>
                    </w:r>
                    <w:r w:rsidRPr="00935D27">
                      <w:rPr>
                        <w:rFonts w:ascii="Arial" w:hAnsi="Arial" w:cs="Arial"/>
                        <w:b/>
                      </w:rPr>
                      <w:t>Solo</w:t>
                    </w:r>
                  </w:p>
                  <w:p w14:paraId="12D2F34A" w14:textId="77777777" w:rsidR="00A841D0" w:rsidRDefault="00A841D0" w:rsidP="00935D27">
                    <w:pPr>
                      <w:rPr>
                        <w:rFonts w:ascii="Arial" w:hAnsi="Arial" w:cs="Arial"/>
                        <w:b/>
                        <w:sz w:val="28"/>
                        <w:szCs w:val="28"/>
                      </w:rPr>
                    </w:pPr>
                  </w:p>
                  <w:p w14:paraId="41CC0752" w14:textId="77777777" w:rsidR="00A841D0" w:rsidRDefault="00A841D0"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7155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7"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CA7C0" w14:textId="77777777" w:rsidR="00A841D0" w:rsidRDefault="00A841D0">
    <w:pPr>
      <w:pStyle w:val="Koptekst"/>
      <w:spacing w:line="276" w:lineRule="auto"/>
      <w:ind w:left="-1134"/>
      <w:rPr>
        <w:rFonts w:ascii="Arial" w:hAnsi="Arial" w:cs="Arial"/>
        <w:sz w:val="20"/>
        <w:szCs w:val="20"/>
      </w:rPr>
    </w:pPr>
  </w:p>
  <w:p w14:paraId="78BC6197" w14:textId="77777777" w:rsidR="00A841D0" w:rsidRDefault="00A841D0">
    <w:pPr>
      <w:pStyle w:val="Koptekst"/>
      <w:spacing w:line="276" w:lineRule="auto"/>
      <w:ind w:left="-1134"/>
      <w:jc w:val="right"/>
    </w:pPr>
    <w:r w:rsidRPr="00C24CEE">
      <w:rPr>
        <w:noProof/>
      </w:rPr>
      <mc:AlternateContent>
        <mc:Choice Requires="wps">
          <w:drawing>
            <wp:anchor distT="0" distB="0" distL="114300" distR="114300" simplePos="0" relativeHeight="251843072"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BA98A87" w14:textId="77777777" w:rsidR="00A841D0" w:rsidRPr="00C24CEE" w:rsidRDefault="00A841D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2342580" w14:textId="77777777" w:rsidR="00A841D0" w:rsidRPr="00C24CEE" w:rsidRDefault="00A841D0" w:rsidP="00C24CEE">
                          <w:pPr>
                            <w:rPr>
                              <w:b/>
                            </w:rPr>
                          </w:pPr>
                          <w:r w:rsidRPr="00C24CEE">
                            <w:rPr>
                              <w:rFonts w:ascii="Arial" w:hAnsi="Arial" w:cs="Arial"/>
                              <w:b/>
                              <w:sz w:val="28"/>
                              <w:szCs w:val="28"/>
                            </w:rPr>
                            <w:br/>
                          </w:r>
                          <w:r w:rsidRPr="00C24CEE">
                            <w:rPr>
                              <w:rFonts w:ascii="Arial" w:hAnsi="Arial" w:cs="Arial"/>
                              <w:b/>
                            </w:rPr>
                            <w:t>Solo</w:t>
                          </w:r>
                        </w:p>
                        <w:p w14:paraId="458F6BC7" w14:textId="77777777" w:rsidR="00A841D0" w:rsidRDefault="00A841D0" w:rsidP="00C24CEE">
                          <w:pPr>
                            <w:rPr>
                              <w:rFonts w:ascii="Arial" w:hAnsi="Arial" w:cs="Arial"/>
                              <w:b/>
                              <w:sz w:val="28"/>
                              <w:szCs w:val="28"/>
                            </w:rPr>
                          </w:pPr>
                        </w:p>
                        <w:p w14:paraId="2A2687B0" w14:textId="77777777" w:rsidR="00A841D0" w:rsidRDefault="00A841D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3" type="#_x0000_t202" style="position:absolute;left:0;text-align:left;margin-left:0;margin-top:30pt;width:378pt;height:62.65pt;z-index:25184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Ya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8jk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ATy1YaugEAAHMDAAAOAAAAAAAAAAAAAAAAAC4CAABkcnMvZTJv&#10;RG9jLnhtbFBLAQItABQABgAIAAAAIQDBwdHM2gAAAAcBAAAPAAAAAAAAAAAAAAAAABQEAABkcnMv&#10;ZG93bnJldi54bWxQSwUGAAAAAAQABADzAAAAGwUAAAAA&#10;" filled="f" stroked="f">
              <v:textbox inset=",7.2pt,,7.2pt">
                <w:txbxContent>
                  <w:p w14:paraId="2BA98A87" w14:textId="77777777" w:rsidR="00A841D0" w:rsidRPr="00C24CEE" w:rsidRDefault="00A841D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22342580" w14:textId="77777777" w:rsidR="00A841D0" w:rsidRPr="00C24CEE" w:rsidRDefault="00A841D0" w:rsidP="00C24CEE">
                    <w:pPr>
                      <w:rPr>
                        <w:b/>
                      </w:rPr>
                    </w:pPr>
                    <w:r w:rsidRPr="00C24CEE">
                      <w:rPr>
                        <w:rFonts w:ascii="Arial" w:hAnsi="Arial" w:cs="Arial"/>
                        <w:b/>
                        <w:sz w:val="28"/>
                        <w:szCs w:val="28"/>
                      </w:rPr>
                      <w:br/>
                    </w:r>
                    <w:r w:rsidRPr="00C24CEE">
                      <w:rPr>
                        <w:rFonts w:ascii="Arial" w:hAnsi="Arial" w:cs="Arial"/>
                        <w:b/>
                      </w:rPr>
                      <w:t>Solo</w:t>
                    </w:r>
                  </w:p>
                  <w:p w14:paraId="458F6BC7" w14:textId="77777777" w:rsidR="00A841D0" w:rsidRDefault="00A841D0" w:rsidP="00C24CEE">
                    <w:pPr>
                      <w:rPr>
                        <w:rFonts w:ascii="Arial" w:hAnsi="Arial" w:cs="Arial"/>
                        <w:b/>
                        <w:sz w:val="28"/>
                        <w:szCs w:val="28"/>
                      </w:rPr>
                    </w:pPr>
                  </w:p>
                  <w:p w14:paraId="2A2687B0" w14:textId="77777777" w:rsidR="00A841D0" w:rsidRDefault="00A841D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845120"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5"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BFB2801"/>
    <w:multiLevelType w:val="hybridMultilevel"/>
    <w:tmpl w:val="C0A06346"/>
    <w:lvl w:ilvl="0" w:tplc="BBC62812">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849835455">
    <w:abstractNumId w:val="1"/>
  </w:num>
  <w:num w:numId="2" w16cid:durableId="774717820">
    <w:abstractNumId w:val="5"/>
  </w:num>
  <w:num w:numId="3" w16cid:durableId="823744984">
    <w:abstractNumId w:val="3"/>
  </w:num>
  <w:num w:numId="4" w16cid:durableId="248733721">
    <w:abstractNumId w:val="2"/>
  </w:num>
  <w:num w:numId="5" w16cid:durableId="782188808">
    <w:abstractNumId w:val="0"/>
  </w:num>
  <w:num w:numId="6" w16cid:durableId="2053190740">
    <w:abstractNumId w:val="4"/>
  </w:num>
  <w:num w:numId="7" w16cid:durableId="726223404">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876315056"/>
  </wne:recipientData>
  <wne:recipientData>
    <wne:active wne:val="1"/>
    <wne:hash wne:val="263231560"/>
  </wne:recipientData>
  <wne:recipientData>
    <wne:active wne:val="1"/>
    <wne:hash wne:val="11737220"/>
  </wne:recipientData>
  <wne:recipientData>
    <wne:active wne:val="1"/>
    <wne:hash wne:val="1360585681"/>
  </wne:recipientData>
  <wne:recipientData>
    <wne:active wne:val="1"/>
    <wne:hash wne:val="-162815852"/>
  </wne:recipientData>
  <wne:recipientData>
    <wne:active wne:val="1"/>
    <wne:hash wne:val="-1210509886"/>
  </wne:recipientData>
  <wne:recipientData>
    <wne:active wne:val="1"/>
    <wne:hash wne:val="528286526"/>
  </wne:recipientData>
  <wne:recipientData>
    <wne:active wne:val="1"/>
    <wne:hash wne:val="-10562160"/>
  </wne:recipientData>
  <wne:recipientData>
    <wne:active wne:val="1"/>
    <wne:hash wne:val="984488764"/>
  </wne:recipientData>
  <wne:recipientData>
    <wne:active wne:val="1"/>
    <wne:hash wne:val="-1997423754"/>
  </wne:recipientData>
  <wne:recipientData>
    <wne:active wne:val="1"/>
    <wne:hash wne:val="-2051535894"/>
  </wne:recipientData>
  <wne:recipientData>
    <wne:active wne:val="1"/>
    <wne:hash wne:val="-580135463"/>
  </wne:recipientData>
  <wne:recipientData>
    <wne:active wne:val="1"/>
    <wne:hash wne:val="14075748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L$'`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L$'"/>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02561"/>
    <w:rsid w:val="00022135"/>
    <w:rsid w:val="00045877"/>
    <w:rsid w:val="000776AE"/>
    <w:rsid w:val="000A137D"/>
    <w:rsid w:val="000A7A50"/>
    <w:rsid w:val="000D4451"/>
    <w:rsid w:val="0011462E"/>
    <w:rsid w:val="00124146"/>
    <w:rsid w:val="00131C8E"/>
    <w:rsid w:val="00150759"/>
    <w:rsid w:val="00231822"/>
    <w:rsid w:val="00242C7A"/>
    <w:rsid w:val="00287FCB"/>
    <w:rsid w:val="00312C57"/>
    <w:rsid w:val="00324795"/>
    <w:rsid w:val="00334536"/>
    <w:rsid w:val="00366AAE"/>
    <w:rsid w:val="00370D92"/>
    <w:rsid w:val="00384D61"/>
    <w:rsid w:val="003A0034"/>
    <w:rsid w:val="003A6DFE"/>
    <w:rsid w:val="00417A0D"/>
    <w:rsid w:val="00421085"/>
    <w:rsid w:val="00425EBB"/>
    <w:rsid w:val="004265EA"/>
    <w:rsid w:val="00435DCD"/>
    <w:rsid w:val="004455B1"/>
    <w:rsid w:val="0048589D"/>
    <w:rsid w:val="004A7365"/>
    <w:rsid w:val="004F167C"/>
    <w:rsid w:val="004F3B86"/>
    <w:rsid w:val="004F6F8C"/>
    <w:rsid w:val="00512CAC"/>
    <w:rsid w:val="0054723D"/>
    <w:rsid w:val="0056391D"/>
    <w:rsid w:val="00566E1A"/>
    <w:rsid w:val="005A0562"/>
    <w:rsid w:val="005A5B57"/>
    <w:rsid w:val="005B7870"/>
    <w:rsid w:val="005C16CF"/>
    <w:rsid w:val="005D7232"/>
    <w:rsid w:val="005F7236"/>
    <w:rsid w:val="00667EA1"/>
    <w:rsid w:val="006B5403"/>
    <w:rsid w:val="006C6AA3"/>
    <w:rsid w:val="00701CC4"/>
    <w:rsid w:val="0073049D"/>
    <w:rsid w:val="007A0118"/>
    <w:rsid w:val="007B0616"/>
    <w:rsid w:val="007D5669"/>
    <w:rsid w:val="007E1741"/>
    <w:rsid w:val="00810D24"/>
    <w:rsid w:val="008501B4"/>
    <w:rsid w:val="00857D1D"/>
    <w:rsid w:val="008633B4"/>
    <w:rsid w:val="008648EF"/>
    <w:rsid w:val="00866CF4"/>
    <w:rsid w:val="008A320F"/>
    <w:rsid w:val="008B3D36"/>
    <w:rsid w:val="008F16B9"/>
    <w:rsid w:val="00902E73"/>
    <w:rsid w:val="009318D3"/>
    <w:rsid w:val="00935D27"/>
    <w:rsid w:val="00937EA6"/>
    <w:rsid w:val="0097791D"/>
    <w:rsid w:val="009B7007"/>
    <w:rsid w:val="009D18E6"/>
    <w:rsid w:val="009E7209"/>
    <w:rsid w:val="00A06F2D"/>
    <w:rsid w:val="00A209A3"/>
    <w:rsid w:val="00A23052"/>
    <w:rsid w:val="00A358A8"/>
    <w:rsid w:val="00A36DF8"/>
    <w:rsid w:val="00A46737"/>
    <w:rsid w:val="00A73853"/>
    <w:rsid w:val="00A74337"/>
    <w:rsid w:val="00A76CAA"/>
    <w:rsid w:val="00A841D0"/>
    <w:rsid w:val="00A91164"/>
    <w:rsid w:val="00AA6603"/>
    <w:rsid w:val="00AD46D6"/>
    <w:rsid w:val="00AD4984"/>
    <w:rsid w:val="00AD5C84"/>
    <w:rsid w:val="00AE638C"/>
    <w:rsid w:val="00B10613"/>
    <w:rsid w:val="00B16045"/>
    <w:rsid w:val="00B252C4"/>
    <w:rsid w:val="00B27A65"/>
    <w:rsid w:val="00B66A01"/>
    <w:rsid w:val="00B72EBA"/>
    <w:rsid w:val="00B828A0"/>
    <w:rsid w:val="00B83733"/>
    <w:rsid w:val="00B84B4E"/>
    <w:rsid w:val="00B8525F"/>
    <w:rsid w:val="00B8591D"/>
    <w:rsid w:val="00BC3D92"/>
    <w:rsid w:val="00C24CEE"/>
    <w:rsid w:val="00C426BB"/>
    <w:rsid w:val="00C51D22"/>
    <w:rsid w:val="00C56EE5"/>
    <w:rsid w:val="00C57B2A"/>
    <w:rsid w:val="00C96126"/>
    <w:rsid w:val="00C97A6E"/>
    <w:rsid w:val="00CB0A36"/>
    <w:rsid w:val="00D4443A"/>
    <w:rsid w:val="00DC3225"/>
    <w:rsid w:val="00DC616B"/>
    <w:rsid w:val="00DC6D8B"/>
    <w:rsid w:val="00DE3E2C"/>
    <w:rsid w:val="00DF6D80"/>
    <w:rsid w:val="00E003AB"/>
    <w:rsid w:val="00E119A6"/>
    <w:rsid w:val="00E474B5"/>
    <w:rsid w:val="00E51147"/>
    <w:rsid w:val="00E519F6"/>
    <w:rsid w:val="00EA56B0"/>
    <w:rsid w:val="00F019D7"/>
    <w:rsid w:val="00F258BE"/>
    <w:rsid w:val="00F61341"/>
    <w:rsid w:val="00F81FA3"/>
    <w:rsid w:val="00F8593E"/>
    <w:rsid w:val="00FE1E1D"/>
    <w:rsid w:val="00FE307D"/>
    <w:rsid w:val="00FE4432"/>
    <w:rsid w:val="00FF2478"/>
    <w:rsid w:val="00FF64AC"/>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4D0EC"/>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C6AA3"/>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E638C"/>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1273587315">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10EBE-0F2F-4060-A140-07029EF9060D}">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6</Pages>
  <Words>1524</Words>
  <Characters>8384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2025-03-09T22:02:00Z</dcterms:created>
  <dcterms:modified xsi:type="dcterms:W3CDTF">2025-03-09T22:02:00Z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2021-06-19T14:37:15Z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33a2a6e6-a719-45b0-9f6e-9bd2d7d0b9dc</vt:lpwstr>
  </property>
  <property fmtid="{D5CDD505-2E9C-101B-9397-08002B2CF9AE}" pid="8" name="MSIP_Label_d2dc6f62-bb58-4b94-b6ca-9af54699d31b_ContentBits">
    <vt:lpwstr>0</vt:lpwstr>
  </property>
</Properties>
</file>